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68624" w14:textId="47D82500" w:rsidR="0031274D" w:rsidRDefault="0031274D" w:rsidP="0031274D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2F14F336" w14:textId="77777777" w:rsidR="0031274D" w:rsidRPr="00CB4937" w:rsidRDefault="0031274D" w:rsidP="0031274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1C33A2E" w14:textId="77777777" w:rsidR="0031274D" w:rsidRPr="0027219F" w:rsidRDefault="0031274D" w:rsidP="0031274D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99BCF33" w14:textId="77777777" w:rsidR="0031274D" w:rsidRPr="0027219F" w:rsidRDefault="0031274D" w:rsidP="0031274D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968C538" w14:textId="77777777" w:rsidR="0031274D" w:rsidRPr="0027219F" w:rsidRDefault="0031274D" w:rsidP="0031274D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4362F28D" w14:textId="77777777" w:rsidR="0031274D" w:rsidRDefault="0031274D" w:rsidP="0031274D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066C6E46" w14:textId="77777777" w:rsidR="008078CD" w:rsidRPr="008078CD" w:rsidRDefault="008078CD" w:rsidP="008078CD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  <w:bookmarkStart w:id="0" w:name="_Hlk176178282"/>
    </w:p>
    <w:bookmarkEnd w:id="0"/>
    <w:p w14:paraId="51DAC1DA" w14:textId="77777777" w:rsidR="0085747A" w:rsidRPr="007159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59AD">
        <w:rPr>
          <w:rFonts w:ascii="Corbel" w:hAnsi="Corbel"/>
          <w:szCs w:val="24"/>
        </w:rPr>
        <w:t xml:space="preserve">1. </w:t>
      </w:r>
      <w:r w:rsidR="0085747A" w:rsidRPr="007159AD">
        <w:rPr>
          <w:rFonts w:ascii="Corbel" w:hAnsi="Corbel"/>
          <w:szCs w:val="24"/>
        </w:rPr>
        <w:t xml:space="preserve">Podstawowe </w:t>
      </w:r>
      <w:r w:rsidR="00445970" w:rsidRPr="007159A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59AD" w14:paraId="4CFEDBBF" w14:textId="77777777" w:rsidTr="59B4E4B8">
        <w:tc>
          <w:tcPr>
            <w:tcW w:w="2694" w:type="dxa"/>
            <w:vAlign w:val="center"/>
          </w:tcPr>
          <w:p w14:paraId="504BB60A" w14:textId="77777777" w:rsidR="0085747A" w:rsidRPr="007159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93826A" w14:textId="77777777" w:rsidR="0085747A" w:rsidRPr="00854144" w:rsidRDefault="00244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854144">
              <w:rPr>
                <w:rFonts w:ascii="Corbel" w:hAnsi="Corbel"/>
                <w:bCs/>
                <w:sz w:val="24"/>
                <w:szCs w:val="24"/>
              </w:rPr>
              <w:t>Wybrane problemy administracji świadczącej</w:t>
            </w:r>
          </w:p>
        </w:tc>
      </w:tr>
      <w:tr w:rsidR="0085747A" w:rsidRPr="007159AD" w14:paraId="2C255B5C" w14:textId="77777777" w:rsidTr="59B4E4B8">
        <w:tc>
          <w:tcPr>
            <w:tcW w:w="2694" w:type="dxa"/>
            <w:vAlign w:val="center"/>
          </w:tcPr>
          <w:p w14:paraId="684113EA" w14:textId="77777777" w:rsidR="0085747A" w:rsidRPr="007159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159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A5D692" w14:textId="77777777" w:rsidR="0085747A" w:rsidRPr="007159AD" w:rsidRDefault="00A07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D">
              <w:rPr>
                <w:rFonts w:ascii="Corbel" w:hAnsi="Corbel"/>
                <w:b w:val="0"/>
                <w:sz w:val="24"/>
                <w:szCs w:val="24"/>
              </w:rPr>
              <w:t>A2SO16</w:t>
            </w:r>
          </w:p>
        </w:tc>
      </w:tr>
      <w:tr w:rsidR="0085747A" w:rsidRPr="007159AD" w14:paraId="1357F01C" w14:textId="77777777" w:rsidTr="59B4E4B8">
        <w:tc>
          <w:tcPr>
            <w:tcW w:w="2694" w:type="dxa"/>
            <w:vAlign w:val="center"/>
          </w:tcPr>
          <w:p w14:paraId="302E945E" w14:textId="77777777" w:rsidR="0085747A" w:rsidRPr="007159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159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FE999E" w14:textId="4ED29C11" w:rsidR="0085747A" w:rsidRPr="007159AD" w:rsidRDefault="003127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274D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7159AD" w14:paraId="18A7E95D" w14:textId="77777777" w:rsidTr="59B4E4B8">
        <w:tc>
          <w:tcPr>
            <w:tcW w:w="2694" w:type="dxa"/>
            <w:vAlign w:val="center"/>
          </w:tcPr>
          <w:p w14:paraId="2FA30E02" w14:textId="77777777" w:rsidR="0085747A" w:rsidRPr="007159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5D202C" w14:textId="56CC826B" w:rsidR="0085747A" w:rsidRPr="007159AD" w:rsidRDefault="00127C24" w:rsidP="59B4E4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7159AD" w14:paraId="3F523F4D" w14:textId="77777777" w:rsidTr="59B4E4B8">
        <w:tc>
          <w:tcPr>
            <w:tcW w:w="2694" w:type="dxa"/>
            <w:vAlign w:val="center"/>
          </w:tcPr>
          <w:p w14:paraId="7CB06328" w14:textId="77777777" w:rsidR="0085747A" w:rsidRPr="007159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D8F596" w14:textId="77777777" w:rsidR="0085747A" w:rsidRPr="007159AD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7159AD" w14:paraId="6CDE32A5" w14:textId="77777777" w:rsidTr="59B4E4B8">
        <w:tc>
          <w:tcPr>
            <w:tcW w:w="2694" w:type="dxa"/>
            <w:vAlign w:val="center"/>
          </w:tcPr>
          <w:p w14:paraId="51535592" w14:textId="77777777" w:rsidR="0085747A" w:rsidRPr="007159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6B1C3" w14:textId="77777777" w:rsidR="0085747A" w:rsidRPr="007159AD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 w:rsidRPr="007159A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159AD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7159AD" w14:paraId="7789A001" w14:textId="77777777" w:rsidTr="59B4E4B8">
        <w:tc>
          <w:tcPr>
            <w:tcW w:w="2694" w:type="dxa"/>
            <w:vAlign w:val="center"/>
          </w:tcPr>
          <w:p w14:paraId="2349D59C" w14:textId="77777777" w:rsidR="0085747A" w:rsidRPr="007159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948A47" w14:textId="3FE4566B" w:rsidR="0085747A" w:rsidRPr="007159AD" w:rsidRDefault="001F4E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 w:rsidRPr="007159A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7159AD" w14:paraId="6B9A5AB9" w14:textId="77777777" w:rsidTr="59B4E4B8">
        <w:tc>
          <w:tcPr>
            <w:tcW w:w="2694" w:type="dxa"/>
            <w:vAlign w:val="center"/>
          </w:tcPr>
          <w:p w14:paraId="75CC3AE0" w14:textId="77777777" w:rsidR="0085747A" w:rsidRPr="007159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FB8E99" w14:textId="77777777" w:rsidR="0085747A" w:rsidRPr="007159AD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 w:rsidRPr="007159AD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7159AD" w14:paraId="227BE727" w14:textId="77777777" w:rsidTr="59B4E4B8">
        <w:tc>
          <w:tcPr>
            <w:tcW w:w="2694" w:type="dxa"/>
            <w:vAlign w:val="center"/>
          </w:tcPr>
          <w:p w14:paraId="1B974E91" w14:textId="77777777" w:rsidR="0085747A" w:rsidRPr="007159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159AD">
              <w:rPr>
                <w:rFonts w:ascii="Corbel" w:hAnsi="Corbel"/>
                <w:sz w:val="24"/>
                <w:szCs w:val="24"/>
              </w:rPr>
              <w:t>/y</w:t>
            </w:r>
            <w:r w:rsidRPr="007159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ADBEC2" w14:textId="6C7B0280" w:rsidR="0085747A" w:rsidRPr="007159AD" w:rsidRDefault="001F4E18" w:rsidP="00F878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56B78" w:rsidRPr="007159AD">
              <w:rPr>
                <w:rFonts w:ascii="Corbel" w:hAnsi="Corbel"/>
                <w:b w:val="0"/>
                <w:sz w:val="24"/>
                <w:szCs w:val="24"/>
              </w:rPr>
              <w:t>I/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5414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7159AD" w14:paraId="714090F8" w14:textId="77777777" w:rsidTr="59B4E4B8">
        <w:tc>
          <w:tcPr>
            <w:tcW w:w="2694" w:type="dxa"/>
            <w:vAlign w:val="center"/>
          </w:tcPr>
          <w:p w14:paraId="065F925F" w14:textId="77777777" w:rsidR="0085747A" w:rsidRPr="007159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7EF9C4" w14:textId="2BB251A2" w:rsidR="0085747A" w:rsidRPr="007159AD" w:rsidRDefault="006D56A9" w:rsidP="59B4E4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9B4E4B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159AD" w14:paraId="0BD66AE3" w14:textId="77777777" w:rsidTr="59B4E4B8">
        <w:tc>
          <w:tcPr>
            <w:tcW w:w="2694" w:type="dxa"/>
            <w:vAlign w:val="center"/>
          </w:tcPr>
          <w:p w14:paraId="55065FD8" w14:textId="77777777" w:rsidR="00923D7D" w:rsidRPr="007159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97D515" w14:textId="77777777" w:rsidR="00923D7D" w:rsidRPr="007159AD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 w:rsidRPr="007159A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81ABD" w:rsidRPr="007159AD" w14:paraId="569F3DE9" w14:textId="77777777" w:rsidTr="59B4E4B8">
        <w:tc>
          <w:tcPr>
            <w:tcW w:w="2694" w:type="dxa"/>
            <w:vAlign w:val="center"/>
          </w:tcPr>
          <w:p w14:paraId="3BCF3B71" w14:textId="77777777" w:rsidR="00881ABD" w:rsidRPr="007159AD" w:rsidRDefault="00881ABD" w:rsidP="00881A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2821A4" w14:textId="2407BF82" w:rsidR="00881ABD" w:rsidRPr="007159AD" w:rsidRDefault="00BD73BB" w:rsidP="00881A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9AD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  <w:tr w:rsidR="00881ABD" w:rsidRPr="007159AD" w14:paraId="258CCF40" w14:textId="77777777" w:rsidTr="59B4E4B8">
        <w:tc>
          <w:tcPr>
            <w:tcW w:w="2694" w:type="dxa"/>
            <w:vAlign w:val="center"/>
          </w:tcPr>
          <w:p w14:paraId="3616E95D" w14:textId="77777777" w:rsidR="00881ABD" w:rsidRPr="007159AD" w:rsidRDefault="00881ABD" w:rsidP="00881A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0366D5" w14:textId="2A772247" w:rsidR="00881ABD" w:rsidRPr="007159AD" w:rsidRDefault="00CB4937" w:rsidP="00881A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BD73BB" w:rsidRPr="007159AD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B67C4A">
              <w:rPr>
                <w:rFonts w:ascii="Corbel" w:hAnsi="Corbel"/>
                <w:b w:val="0"/>
                <w:sz w:val="24"/>
                <w:szCs w:val="24"/>
              </w:rPr>
              <w:t xml:space="preserve"> Izabela Bentkowska-Furman</w:t>
            </w:r>
          </w:p>
        </w:tc>
      </w:tr>
    </w:tbl>
    <w:p w14:paraId="25F783DF" w14:textId="6BE7CD23" w:rsidR="0085747A" w:rsidRDefault="0085747A" w:rsidP="00CB4937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59B4E4B8">
        <w:rPr>
          <w:rFonts w:ascii="Corbel" w:hAnsi="Corbel"/>
          <w:sz w:val="24"/>
          <w:szCs w:val="24"/>
        </w:rPr>
        <w:t xml:space="preserve">* </w:t>
      </w:r>
      <w:r w:rsidRPr="59B4E4B8">
        <w:rPr>
          <w:rFonts w:ascii="Corbel" w:hAnsi="Corbel"/>
          <w:i/>
          <w:iCs/>
          <w:sz w:val="24"/>
          <w:szCs w:val="24"/>
        </w:rPr>
        <w:t>-</w:t>
      </w:r>
      <w:r w:rsidR="00B90885" w:rsidRPr="59B4E4B8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59B4E4B8">
        <w:rPr>
          <w:rFonts w:ascii="Corbel" w:hAnsi="Corbel"/>
          <w:b w:val="0"/>
          <w:sz w:val="24"/>
          <w:szCs w:val="24"/>
        </w:rPr>
        <w:t>e,</w:t>
      </w:r>
      <w:r w:rsidR="03BE79DF" w:rsidRPr="59B4E4B8">
        <w:rPr>
          <w:rFonts w:ascii="Corbel" w:hAnsi="Corbel"/>
          <w:b w:val="0"/>
          <w:sz w:val="24"/>
          <w:szCs w:val="24"/>
        </w:rPr>
        <w:t xml:space="preserve"> </w:t>
      </w:r>
      <w:r w:rsidRPr="59B4E4B8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59B4E4B8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4991E1E" w14:textId="77777777" w:rsidR="00CB4937" w:rsidRPr="007159AD" w:rsidRDefault="00CB4937" w:rsidP="00CB493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4C80F3" w14:textId="312557C4" w:rsidR="0085747A" w:rsidRPr="007159A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159AD">
        <w:rPr>
          <w:rFonts w:ascii="Corbel" w:hAnsi="Corbel"/>
          <w:sz w:val="24"/>
          <w:szCs w:val="24"/>
        </w:rPr>
        <w:t>1.</w:t>
      </w:r>
      <w:r w:rsidR="00E22FBC" w:rsidRPr="007159AD">
        <w:rPr>
          <w:rFonts w:ascii="Corbel" w:hAnsi="Corbel"/>
          <w:sz w:val="24"/>
          <w:szCs w:val="24"/>
        </w:rPr>
        <w:t>1</w:t>
      </w:r>
      <w:r w:rsidRPr="007159AD">
        <w:rPr>
          <w:rFonts w:ascii="Corbel" w:hAnsi="Corbel"/>
          <w:sz w:val="24"/>
          <w:szCs w:val="24"/>
        </w:rPr>
        <w:t>.</w:t>
      </w:r>
      <w:r w:rsidR="00CB4937">
        <w:rPr>
          <w:rFonts w:ascii="Corbel" w:hAnsi="Corbel"/>
          <w:sz w:val="24"/>
          <w:szCs w:val="24"/>
        </w:rPr>
        <w:t xml:space="preserve"> </w:t>
      </w:r>
      <w:r w:rsidRPr="007159A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4FBB0DC" w14:textId="77777777" w:rsidR="00923D7D" w:rsidRPr="007159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7159AD" w14:paraId="577A1E83" w14:textId="77777777" w:rsidTr="00CB4937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C5CE" w14:textId="77777777" w:rsidR="00015B8F" w:rsidRPr="007159AD" w:rsidRDefault="00015B8F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59AD">
              <w:rPr>
                <w:rFonts w:ascii="Corbel" w:hAnsi="Corbel"/>
                <w:szCs w:val="24"/>
              </w:rPr>
              <w:t>Semestr</w:t>
            </w:r>
          </w:p>
          <w:p w14:paraId="22FD6088" w14:textId="77777777" w:rsidR="00015B8F" w:rsidRPr="007159AD" w:rsidRDefault="002B5EA0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59AD">
              <w:rPr>
                <w:rFonts w:ascii="Corbel" w:hAnsi="Corbel"/>
                <w:szCs w:val="24"/>
              </w:rPr>
              <w:t>(</w:t>
            </w:r>
            <w:r w:rsidR="00363F78" w:rsidRPr="007159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FC13" w14:textId="77777777" w:rsidR="00015B8F" w:rsidRPr="007159AD" w:rsidRDefault="12106144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59B4E4B8">
              <w:rPr>
                <w:rFonts w:ascii="Corbel" w:hAnsi="Corbel"/>
              </w:rPr>
              <w:t>Wykł</w:t>
            </w:r>
            <w:proofErr w:type="spellEnd"/>
            <w:r w:rsidRPr="59B4E4B8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475D" w14:textId="77777777" w:rsidR="00015B8F" w:rsidRPr="007159AD" w:rsidRDefault="00015B8F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59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61F9" w14:textId="77777777" w:rsidR="00015B8F" w:rsidRPr="007159AD" w:rsidRDefault="12106144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59B4E4B8">
              <w:rPr>
                <w:rFonts w:ascii="Corbel" w:hAnsi="Corbel"/>
              </w:rPr>
              <w:t>Konw</w:t>
            </w:r>
            <w:proofErr w:type="spellEnd"/>
            <w:r w:rsidRPr="59B4E4B8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6739" w14:textId="77777777" w:rsidR="00015B8F" w:rsidRPr="007159AD" w:rsidRDefault="00015B8F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59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C069" w14:textId="77777777" w:rsidR="00015B8F" w:rsidRPr="007159AD" w:rsidRDefault="12106144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59B4E4B8">
              <w:rPr>
                <w:rFonts w:ascii="Corbel" w:hAnsi="Corbel"/>
              </w:rPr>
              <w:t>Sem</w:t>
            </w:r>
            <w:proofErr w:type="spellEnd"/>
            <w:r w:rsidRPr="59B4E4B8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E59A8" w14:textId="77777777" w:rsidR="00015B8F" w:rsidRPr="007159AD" w:rsidRDefault="00015B8F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59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4FE1" w14:textId="77777777" w:rsidR="00015B8F" w:rsidRPr="007159AD" w:rsidRDefault="12106144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59B4E4B8">
              <w:rPr>
                <w:rFonts w:ascii="Corbel" w:hAnsi="Corbel"/>
              </w:rPr>
              <w:t>Prakt</w:t>
            </w:r>
            <w:proofErr w:type="spellEnd"/>
            <w:r w:rsidRPr="59B4E4B8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F6060" w14:textId="77777777" w:rsidR="00015B8F" w:rsidRPr="007159AD" w:rsidRDefault="00015B8F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159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2375" w14:textId="77777777" w:rsidR="00015B8F" w:rsidRPr="007159AD" w:rsidRDefault="00015B8F" w:rsidP="00CB493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59AD">
              <w:rPr>
                <w:rFonts w:ascii="Corbel" w:hAnsi="Corbel"/>
                <w:b/>
                <w:szCs w:val="24"/>
              </w:rPr>
              <w:t>Liczba pkt</w:t>
            </w:r>
            <w:r w:rsidR="00B90885" w:rsidRPr="007159AD">
              <w:rPr>
                <w:rFonts w:ascii="Corbel" w:hAnsi="Corbel"/>
                <w:b/>
                <w:szCs w:val="24"/>
              </w:rPr>
              <w:t>.</w:t>
            </w:r>
            <w:r w:rsidRPr="007159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159AD" w14:paraId="195C3085" w14:textId="77777777" w:rsidTr="00CB4937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6DB9" w14:textId="77777777" w:rsidR="00015B8F" w:rsidRPr="007159AD" w:rsidRDefault="00881ABD" w:rsidP="00CB49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9B4E4B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F56D" w14:textId="77777777" w:rsidR="00015B8F" w:rsidRPr="007159AD" w:rsidRDefault="00015B8F" w:rsidP="00CB49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1850" w14:textId="77777777" w:rsidR="00015B8F" w:rsidRPr="007159AD" w:rsidRDefault="00015B8F" w:rsidP="00CB49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8B01" w14:textId="77777777" w:rsidR="00015B8F" w:rsidRPr="007159AD" w:rsidRDefault="3CD0B4F4" w:rsidP="00CB49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9B4E4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5E50" w14:textId="77777777" w:rsidR="00015B8F" w:rsidRPr="007159AD" w:rsidRDefault="00015B8F" w:rsidP="00CB49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D857" w14:textId="77777777" w:rsidR="00015B8F" w:rsidRPr="007159AD" w:rsidRDefault="00015B8F" w:rsidP="00CB49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3AB4" w14:textId="77777777" w:rsidR="00015B8F" w:rsidRPr="007159AD" w:rsidRDefault="00015B8F" w:rsidP="00CB49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CE9B" w14:textId="77777777" w:rsidR="00015B8F" w:rsidRPr="007159AD" w:rsidRDefault="00015B8F" w:rsidP="00CB49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C12A" w14:textId="77777777" w:rsidR="00015B8F" w:rsidRPr="007159AD" w:rsidRDefault="00015B8F" w:rsidP="00CB49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2C38" w14:textId="77777777" w:rsidR="00015B8F" w:rsidRPr="007159AD" w:rsidRDefault="4BC33370" w:rsidP="00CB49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9B4E4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BE1F6F" w14:textId="77777777" w:rsidR="00923D7D" w:rsidRPr="007159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DE7D15" w14:textId="77777777" w:rsidR="00CB4937" w:rsidRDefault="00CB4937" w:rsidP="00CB49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07B20">
        <w:rPr>
          <w:rFonts w:ascii="Corbel" w:hAnsi="Corbel"/>
          <w:smallCaps w:val="0"/>
          <w:szCs w:val="24"/>
        </w:rPr>
        <w:t>1.2.</w:t>
      </w:r>
      <w:r w:rsidRPr="00707B20">
        <w:rPr>
          <w:rFonts w:ascii="Corbel" w:hAnsi="Corbel"/>
          <w:smallCaps w:val="0"/>
          <w:szCs w:val="24"/>
        </w:rPr>
        <w:tab/>
        <w:t>Sposób realizacji zajęć</w:t>
      </w:r>
    </w:p>
    <w:p w14:paraId="3E716506" w14:textId="77777777" w:rsidR="00CB4937" w:rsidRPr="00707B20" w:rsidRDefault="00CB4937" w:rsidP="00CB49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F3D5B38" w14:textId="77777777" w:rsidR="00CB4937" w:rsidRDefault="00CB4937" w:rsidP="00CB4937">
      <w:pPr>
        <w:pStyle w:val="Punktygwne"/>
        <w:spacing w:before="0" w:after="0"/>
        <w:ind w:left="658"/>
        <w:jc w:val="both"/>
        <w:rPr>
          <w:rFonts w:ascii="Corbel" w:hAnsi="Corbel"/>
          <w:b w:val="0"/>
          <w:smallCaps w:val="0"/>
        </w:rPr>
      </w:pPr>
      <w:r w:rsidRPr="005603B9">
        <w:rPr>
          <w:rFonts w:ascii="Corbel" w:hAnsi="Corbel"/>
          <w:bCs/>
          <w:smallCaps w:val="0"/>
        </w:rPr>
        <w:t>X</w:t>
      </w:r>
      <w:r w:rsidRPr="55225FA7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 xml:space="preserve"> </w:t>
      </w:r>
      <w:r w:rsidRPr="55225FA7">
        <w:rPr>
          <w:rFonts w:ascii="Corbel" w:hAnsi="Corbel"/>
          <w:b w:val="0"/>
          <w:smallCaps w:val="0"/>
        </w:rPr>
        <w:t xml:space="preserve">zajęcia w formie tradycyjnej </w:t>
      </w:r>
    </w:p>
    <w:p w14:paraId="0FE12420" w14:textId="77777777" w:rsidR="00CB4937" w:rsidRPr="00FA2B6D" w:rsidRDefault="00CB4937" w:rsidP="00CB4937">
      <w:pPr>
        <w:pStyle w:val="Punktygwne"/>
        <w:numPr>
          <w:ilvl w:val="0"/>
          <w:numId w:val="6"/>
        </w:numPr>
        <w:spacing w:before="0" w:after="0"/>
        <w:ind w:left="900" w:hanging="270"/>
        <w:jc w:val="both"/>
        <w:rPr>
          <w:rFonts w:ascii="Corbel" w:hAnsi="Corbel"/>
          <w:b w:val="0"/>
          <w:smallCaps w:val="0"/>
        </w:rPr>
      </w:pPr>
      <w:r w:rsidRPr="66F74CAF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4B339C9E" w14:textId="77777777" w:rsidR="00CB4937" w:rsidRPr="00FA2B6D" w:rsidRDefault="00CB4937" w:rsidP="00CB49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C2DB2" w14:textId="77777777" w:rsidR="00CB4937" w:rsidRPr="00707B20" w:rsidRDefault="00CB4937" w:rsidP="00CB49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5225FA7">
        <w:rPr>
          <w:rFonts w:ascii="Corbel" w:hAnsi="Corbel"/>
          <w:smallCaps w:val="0"/>
        </w:rPr>
        <w:t>1.3</w:t>
      </w:r>
      <w:r>
        <w:rPr>
          <w:rFonts w:ascii="Corbel" w:hAnsi="Corbel"/>
          <w:smallCaps w:val="0"/>
        </w:rPr>
        <w:t>.</w:t>
      </w:r>
      <w:r w:rsidRPr="55225FA7">
        <w:rPr>
          <w:rFonts w:ascii="Corbel" w:hAnsi="Corbel"/>
          <w:smallCaps w:val="0"/>
        </w:rPr>
        <w:t xml:space="preserve"> Forma zaliczenia przedmiotu (z toku) (egzamin, zaliczenie z oceną, zaliczenie bez oceny)</w:t>
      </w:r>
    </w:p>
    <w:p w14:paraId="6C41C666" w14:textId="77777777" w:rsidR="00CB4937" w:rsidRPr="00FA2B6D" w:rsidRDefault="00CB4937" w:rsidP="00CB49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6534DC" w14:textId="77777777" w:rsidR="00CB4937" w:rsidRPr="00FA2B6D" w:rsidRDefault="00CB4937" w:rsidP="00CB4937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</w:rPr>
        <w:t>Konwersatorium: z</w:t>
      </w:r>
      <w:r w:rsidRPr="66F74CAF">
        <w:rPr>
          <w:rFonts w:ascii="Corbel" w:hAnsi="Corbel"/>
          <w:b w:val="0"/>
          <w:smallCaps w:val="0"/>
        </w:rPr>
        <w:t>aliczenie z oceną</w:t>
      </w:r>
    </w:p>
    <w:p w14:paraId="41364EC0" w14:textId="77777777" w:rsidR="00E960BB" w:rsidRPr="007159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80194" w14:textId="6E66BF9D" w:rsidR="00E960BB" w:rsidRPr="007159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9B4E4B8">
        <w:rPr>
          <w:rFonts w:ascii="Corbel" w:hAnsi="Corbel"/>
        </w:rPr>
        <w:t>2.</w:t>
      </w:r>
      <w:r w:rsidR="00CB4937">
        <w:rPr>
          <w:rFonts w:ascii="Corbel" w:hAnsi="Corbel"/>
        </w:rPr>
        <w:t xml:space="preserve"> </w:t>
      </w:r>
      <w:r w:rsidRPr="59B4E4B8">
        <w:rPr>
          <w:rFonts w:ascii="Corbel" w:hAnsi="Corbel"/>
        </w:rPr>
        <w:t xml:space="preserve">Wymagania wstępne </w:t>
      </w:r>
    </w:p>
    <w:p w14:paraId="132E5D6F" w14:textId="464C82F6" w:rsidR="59B4E4B8" w:rsidRDefault="59B4E4B8" w:rsidP="59B4E4B8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59AD" w14:paraId="520009F0" w14:textId="77777777" w:rsidTr="00745302">
        <w:tc>
          <w:tcPr>
            <w:tcW w:w="9670" w:type="dxa"/>
          </w:tcPr>
          <w:p w14:paraId="25E15ED6" w14:textId="77777777" w:rsidR="0085747A" w:rsidRPr="007159AD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 w:rsidRPr="00715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715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 w:rsidRPr="00715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jej </w:t>
            </w:r>
            <w:r w:rsidR="00A41756" w:rsidRPr="00715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głównych sfer </w:t>
            </w:r>
            <w:r w:rsidR="007762DF" w:rsidRPr="00715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funkcjonowania</w:t>
            </w:r>
            <w:r w:rsidR="00A41756" w:rsidRPr="00715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9160172" w14:textId="77777777" w:rsidR="00604D9E" w:rsidRDefault="00604D9E" w:rsidP="59B4E4B8">
      <w:pPr>
        <w:pStyle w:val="Punktygwne"/>
        <w:spacing w:before="0" w:after="0"/>
        <w:rPr>
          <w:rFonts w:ascii="Corbel" w:hAnsi="Corbel"/>
        </w:rPr>
      </w:pPr>
    </w:p>
    <w:p w14:paraId="5BFA2B03" w14:textId="341A1EA2" w:rsidR="0085747A" w:rsidRPr="007159AD" w:rsidRDefault="0071620A" w:rsidP="59B4E4B8">
      <w:pPr>
        <w:pStyle w:val="Punktygwne"/>
        <w:spacing w:before="0" w:after="0"/>
        <w:rPr>
          <w:rFonts w:ascii="Corbel" w:hAnsi="Corbel"/>
        </w:rPr>
      </w:pPr>
      <w:r w:rsidRPr="59B4E4B8">
        <w:rPr>
          <w:rFonts w:ascii="Corbel" w:hAnsi="Corbel"/>
        </w:rPr>
        <w:t>3.</w:t>
      </w:r>
      <w:r w:rsidR="00A84C85" w:rsidRPr="59B4E4B8">
        <w:rPr>
          <w:rFonts w:ascii="Corbel" w:hAnsi="Corbel"/>
        </w:rPr>
        <w:t>cele, efekty uczenia się</w:t>
      </w:r>
      <w:r w:rsidR="0085747A" w:rsidRPr="59B4E4B8">
        <w:rPr>
          <w:rFonts w:ascii="Corbel" w:hAnsi="Corbel"/>
        </w:rPr>
        <w:t>, treści Programowe i stosowane metody Dydaktyczne</w:t>
      </w:r>
    </w:p>
    <w:p w14:paraId="275106D4" w14:textId="77777777" w:rsidR="0085747A" w:rsidRPr="007159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7FCCB4" w14:textId="77777777" w:rsidR="0085747A" w:rsidRPr="007159A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159AD">
        <w:rPr>
          <w:rFonts w:ascii="Corbel" w:hAnsi="Corbel"/>
          <w:sz w:val="24"/>
          <w:szCs w:val="24"/>
        </w:rPr>
        <w:t xml:space="preserve">3.1 </w:t>
      </w:r>
      <w:r w:rsidR="00C05F44" w:rsidRPr="007159AD">
        <w:rPr>
          <w:rFonts w:ascii="Corbel" w:hAnsi="Corbel"/>
          <w:sz w:val="24"/>
          <w:szCs w:val="24"/>
        </w:rPr>
        <w:t>Cele przedmiotu</w:t>
      </w:r>
    </w:p>
    <w:p w14:paraId="43DCFF7D" w14:textId="77777777" w:rsidR="00F83B28" w:rsidRPr="00CB4937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0156D" w:rsidRPr="007159AD" w14:paraId="01B4FBC2" w14:textId="77777777" w:rsidTr="0010156D">
        <w:tc>
          <w:tcPr>
            <w:tcW w:w="845" w:type="dxa"/>
            <w:vAlign w:val="center"/>
          </w:tcPr>
          <w:p w14:paraId="1042400C" w14:textId="76D1DE65" w:rsidR="0010156D" w:rsidRPr="007159AD" w:rsidRDefault="0010156D" w:rsidP="00CB493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159A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89FB379" w14:textId="77777777" w:rsidR="0010156D" w:rsidRPr="007159AD" w:rsidRDefault="0010156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159AD">
              <w:rPr>
                <w:rFonts w:ascii="Corbel" w:hAnsi="Corbel"/>
                <w:b w:val="0"/>
                <w:sz w:val="24"/>
                <w:szCs w:val="24"/>
              </w:rPr>
              <w:t>Celem przedmiotu jest zapoznanie studenta z podstawowymi sferami działalności administracji publicznej, w tym w szczególności administracji świadczącej.</w:t>
            </w:r>
          </w:p>
        </w:tc>
      </w:tr>
      <w:tr w:rsidR="0010156D" w:rsidRPr="007159AD" w14:paraId="71044D86" w14:textId="77777777" w:rsidTr="0010156D">
        <w:tc>
          <w:tcPr>
            <w:tcW w:w="845" w:type="dxa"/>
            <w:vAlign w:val="center"/>
          </w:tcPr>
          <w:p w14:paraId="172AE9F1" w14:textId="77777777" w:rsidR="0010156D" w:rsidRPr="007159AD" w:rsidRDefault="0010156D" w:rsidP="00CB493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5D7953" w14:textId="77777777" w:rsidR="0010156D" w:rsidRPr="007159AD" w:rsidRDefault="0010156D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159A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Celem przedmiotu jest również zdobycie przez studenta umiejętności i poznanie mechanizmów oraz instytucji w obszarze administracji świadczącej.</w:t>
            </w:r>
          </w:p>
        </w:tc>
      </w:tr>
    </w:tbl>
    <w:p w14:paraId="4EC723A6" w14:textId="77777777" w:rsidR="0085747A" w:rsidRPr="007159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AF8201" w14:textId="77777777" w:rsidR="001D7B54" w:rsidRPr="007159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9AD">
        <w:rPr>
          <w:rFonts w:ascii="Corbel" w:hAnsi="Corbel"/>
          <w:b/>
          <w:sz w:val="24"/>
          <w:szCs w:val="24"/>
        </w:rPr>
        <w:t xml:space="preserve">3.2 </w:t>
      </w:r>
      <w:r w:rsidR="001D7B54" w:rsidRPr="007159AD">
        <w:rPr>
          <w:rFonts w:ascii="Corbel" w:hAnsi="Corbel"/>
          <w:b/>
          <w:sz w:val="24"/>
          <w:szCs w:val="24"/>
        </w:rPr>
        <w:t xml:space="preserve">Efekty </w:t>
      </w:r>
      <w:r w:rsidR="00C05F44" w:rsidRPr="007159A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159AD">
        <w:rPr>
          <w:rFonts w:ascii="Corbel" w:hAnsi="Corbel"/>
          <w:b/>
          <w:sz w:val="24"/>
          <w:szCs w:val="24"/>
        </w:rPr>
        <w:t>dla przedmiotu</w:t>
      </w:r>
    </w:p>
    <w:p w14:paraId="101B2D05" w14:textId="77777777" w:rsidR="001D7B54" w:rsidRPr="007159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7159AD" w14:paraId="6CE88E13" w14:textId="77777777" w:rsidTr="59B4E4B8">
        <w:tc>
          <w:tcPr>
            <w:tcW w:w="1679" w:type="dxa"/>
            <w:vAlign w:val="center"/>
          </w:tcPr>
          <w:p w14:paraId="7D9AC552" w14:textId="77777777" w:rsidR="0085747A" w:rsidRPr="007159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159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159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590D6F2" w14:textId="77777777" w:rsidR="0085747A" w:rsidRPr="007159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92DB02" w14:textId="77777777" w:rsidR="0085747A" w:rsidRPr="007159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159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649B" w:rsidRPr="007159AD" w14:paraId="528F2407" w14:textId="77777777" w:rsidTr="00CB4937">
        <w:tc>
          <w:tcPr>
            <w:tcW w:w="1679" w:type="dxa"/>
          </w:tcPr>
          <w:p w14:paraId="6FD22C6A" w14:textId="0909B1B9" w:rsidR="00A0649B" w:rsidRPr="00CB4937" w:rsidRDefault="00A0649B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0728EFA9" w14:textId="4363EEB6" w:rsidR="00A0649B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70C0C" w:rsidRPr="007159AD">
              <w:rPr>
                <w:rFonts w:ascii="Corbel" w:hAnsi="Corbel"/>
                <w:b w:val="0"/>
                <w:smallCaps w:val="0"/>
                <w:szCs w:val="24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  <w:r w:rsidR="00CB49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70C0C" w:rsidRPr="007159AD">
              <w:rPr>
                <w:rFonts w:ascii="Corbel" w:hAnsi="Corbel"/>
                <w:b w:val="0"/>
                <w:smallCaps w:val="0"/>
                <w:szCs w:val="24"/>
              </w:rPr>
              <w:t>polityczne oraz socjologiczne;</w:t>
            </w:r>
          </w:p>
        </w:tc>
        <w:tc>
          <w:tcPr>
            <w:tcW w:w="1865" w:type="dxa"/>
          </w:tcPr>
          <w:p w14:paraId="45E08D07" w14:textId="53F3ABE5" w:rsidR="007478CE" w:rsidRPr="007159AD" w:rsidRDefault="00C70C0C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A0649B" w:rsidRPr="007159AD" w14:paraId="26482EEF" w14:textId="77777777" w:rsidTr="00CB4937">
        <w:tc>
          <w:tcPr>
            <w:tcW w:w="1679" w:type="dxa"/>
          </w:tcPr>
          <w:p w14:paraId="5865FC41" w14:textId="77777777" w:rsidR="00A0649B" w:rsidRPr="007159AD" w:rsidRDefault="00A0649B" w:rsidP="00CB493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5BED517" w14:textId="2CCD493C" w:rsidR="00A0649B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B43051" w:rsidRPr="007159AD">
              <w:rPr>
                <w:rFonts w:ascii="Corbel" w:hAnsi="Corbel"/>
                <w:b w:val="0"/>
                <w:smallCaps w:val="0"/>
                <w:szCs w:val="24"/>
              </w:rPr>
              <w:t>ykazuje się szczegółową wiedzą na temat struktur, instytucji i zasad działania organów administracji publicznej (krajowych, międzynarodowych i unijnych) i podmiotów administrujących, ich genezy i ewolucji oraz</w:t>
            </w:r>
            <w:r w:rsidR="00CB49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3051" w:rsidRPr="007159AD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</w:tcPr>
          <w:p w14:paraId="05018496" w14:textId="77777777" w:rsidR="00A0649B" w:rsidRPr="007159AD" w:rsidRDefault="00B43051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016C6" w:rsidRPr="007159AD" w14:paraId="7755B42F" w14:textId="77777777" w:rsidTr="00CB4937">
        <w:tc>
          <w:tcPr>
            <w:tcW w:w="1679" w:type="dxa"/>
          </w:tcPr>
          <w:p w14:paraId="3A3D4265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B28DFAD" w14:textId="77777777" w:rsidR="00B016C6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osiada rozszerzoną wiedzę o roli człowieka, jego cechach i aktywności w sferze administracji oraz jako twórcy kultury i podmiotu konstytuującego struktury społeczne i</w:t>
            </w: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14:paraId="42C0BE6A" w14:textId="4616580B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016C6" w:rsidRPr="007159AD" w14:paraId="67B13182" w14:textId="77777777" w:rsidTr="00CB4937">
        <w:tc>
          <w:tcPr>
            <w:tcW w:w="1679" w:type="dxa"/>
          </w:tcPr>
          <w:p w14:paraId="2DEE5A73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C10AC7E" w14:textId="7C13B39C" w:rsidR="00B016C6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078C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14:paraId="16B638E4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016C6" w:rsidRPr="007159AD" w14:paraId="2D652EC3" w14:textId="77777777" w:rsidTr="00CB4937">
        <w:tc>
          <w:tcPr>
            <w:tcW w:w="1679" w:type="dxa"/>
          </w:tcPr>
          <w:p w14:paraId="13C5284A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DA74D1E" w14:textId="77777777" w:rsidR="00B016C6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14:paraId="66462E25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016C6" w:rsidRPr="007159AD" w14:paraId="6634486A" w14:textId="77777777" w:rsidTr="00CB4937">
        <w:trPr>
          <w:trHeight w:val="1499"/>
        </w:trPr>
        <w:tc>
          <w:tcPr>
            <w:tcW w:w="1679" w:type="dxa"/>
          </w:tcPr>
          <w:p w14:paraId="1DBFC935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6196ABFA" w14:textId="77777777" w:rsidR="00B016C6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6C5078B9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016C6" w:rsidRPr="007159AD" w14:paraId="5930BD96" w14:textId="77777777" w:rsidTr="00CB4937">
        <w:tc>
          <w:tcPr>
            <w:tcW w:w="1679" w:type="dxa"/>
          </w:tcPr>
          <w:p w14:paraId="7ECB0A68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6" w:type="dxa"/>
          </w:tcPr>
          <w:p w14:paraId="4E5B3A4E" w14:textId="4C164521" w:rsidR="00B016C6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9B4E4B8">
              <w:rPr>
                <w:rFonts w:ascii="Corbel" w:hAnsi="Corbel"/>
                <w:b w:val="0"/>
                <w:smallCaps w:val="0"/>
              </w:rPr>
              <w:t>Student p</w:t>
            </w:r>
            <w:r w:rsidR="5493423B" w:rsidRPr="59B4E4B8">
              <w:rPr>
                <w:rFonts w:ascii="Corbel" w:hAnsi="Corbel"/>
                <w:b w:val="0"/>
                <w:smallCaps w:val="0"/>
              </w:rPr>
              <w:t>osiada umiejętność prowadzenia debaty, przygotowania prac pisemnych, prezentacji multimedialnych, oraz ustnych wystąpień w języku polskim w zakresie dziedzin i</w:t>
            </w:r>
            <w:r w:rsidR="189EAF0E" w:rsidRPr="59B4E4B8">
              <w:rPr>
                <w:rFonts w:ascii="Corbel" w:hAnsi="Corbel"/>
                <w:b w:val="0"/>
                <w:smallCaps w:val="0"/>
              </w:rPr>
              <w:t xml:space="preserve"> </w:t>
            </w:r>
            <w:r w:rsidR="5493423B" w:rsidRPr="59B4E4B8">
              <w:rPr>
                <w:rFonts w:ascii="Corbel" w:hAnsi="Corbel"/>
                <w:b w:val="0"/>
                <w:smallCaps w:val="0"/>
              </w:rPr>
              <w:t>dyscyplin naukowych wykładanych w ramach kierunku Administracja dotyczących zagadnień szczegółowych, z wykorzystaniem poglądów doktryny, źródeł prawa oraz orzecznictwa sądowego i administracyjnego, a także</w:t>
            </w:r>
          </w:p>
          <w:p w14:paraId="1CD8AC5D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65" w:type="dxa"/>
          </w:tcPr>
          <w:p w14:paraId="3F592016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016C6" w:rsidRPr="007159AD" w14:paraId="54C1FA00" w14:textId="77777777" w:rsidTr="00CB4937">
        <w:tc>
          <w:tcPr>
            <w:tcW w:w="1679" w:type="dxa"/>
          </w:tcPr>
          <w:p w14:paraId="3DE61C47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3FD7A224" w14:textId="77777777" w:rsidR="00B016C6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est gotowy samodzielnie i krytycznie uzupełniać wiedzę,</w:t>
            </w: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4E740A75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016C6" w:rsidRPr="007159AD" w14:paraId="46C5299F" w14:textId="77777777" w:rsidTr="00CB4937">
        <w:tc>
          <w:tcPr>
            <w:tcW w:w="1679" w:type="dxa"/>
          </w:tcPr>
          <w:p w14:paraId="30A0C77D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2311D90F" w14:textId="77777777" w:rsidR="00B016C6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7EC0D555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016C6" w:rsidRPr="007159AD" w14:paraId="7B8A2FDE" w14:textId="77777777" w:rsidTr="00CB4937">
        <w:tc>
          <w:tcPr>
            <w:tcW w:w="1679" w:type="dxa"/>
          </w:tcPr>
          <w:p w14:paraId="14DA8976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6" w:type="dxa"/>
          </w:tcPr>
          <w:p w14:paraId="1ED83F66" w14:textId="77777777" w:rsidR="00B016C6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otrafi działać w sposób zorganizowany, wykorzystując</w:t>
            </w: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studiów;</w:t>
            </w:r>
          </w:p>
        </w:tc>
        <w:tc>
          <w:tcPr>
            <w:tcW w:w="1865" w:type="dxa"/>
          </w:tcPr>
          <w:p w14:paraId="6904E320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016C6" w:rsidRPr="007159AD" w14:paraId="22EC9B42" w14:textId="77777777" w:rsidTr="00CB4937">
        <w:tc>
          <w:tcPr>
            <w:tcW w:w="1679" w:type="dxa"/>
          </w:tcPr>
          <w:p w14:paraId="7F5B5167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6" w:type="dxa"/>
          </w:tcPr>
          <w:p w14:paraId="6D4EE310" w14:textId="77777777" w:rsidR="00B016C6" w:rsidRPr="007159AD" w:rsidRDefault="00F878CF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ykazuje odpowiedzialność za własne przygotowanie do</w:t>
            </w: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16C6" w:rsidRPr="007159AD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</w:tcPr>
          <w:p w14:paraId="0669C664" w14:textId="77777777" w:rsidR="00B016C6" w:rsidRPr="007159AD" w:rsidRDefault="00B016C6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A0CFDE7" w14:textId="77777777" w:rsidR="0085747A" w:rsidRPr="007159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57956" w14:textId="4EBA70A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59AD">
        <w:rPr>
          <w:rFonts w:ascii="Corbel" w:hAnsi="Corbel"/>
          <w:b/>
          <w:sz w:val="24"/>
          <w:szCs w:val="24"/>
        </w:rPr>
        <w:t>3.3</w:t>
      </w:r>
      <w:r w:rsidR="00CB4937">
        <w:rPr>
          <w:rFonts w:ascii="Corbel" w:hAnsi="Corbel"/>
          <w:b/>
          <w:sz w:val="24"/>
          <w:szCs w:val="24"/>
        </w:rPr>
        <w:t>.</w:t>
      </w:r>
      <w:r w:rsidR="0085747A" w:rsidRPr="007159AD">
        <w:rPr>
          <w:rFonts w:ascii="Corbel" w:hAnsi="Corbel"/>
          <w:b/>
          <w:sz w:val="24"/>
          <w:szCs w:val="24"/>
        </w:rPr>
        <w:t>T</w:t>
      </w:r>
      <w:r w:rsidR="001D7B54" w:rsidRPr="007159AD">
        <w:rPr>
          <w:rFonts w:ascii="Corbel" w:hAnsi="Corbel"/>
          <w:b/>
          <w:sz w:val="24"/>
          <w:szCs w:val="24"/>
        </w:rPr>
        <w:t>reści programowe</w:t>
      </w:r>
    </w:p>
    <w:p w14:paraId="137370C8" w14:textId="77777777" w:rsidR="00CB4937" w:rsidRPr="007159AD" w:rsidRDefault="00CB49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6626B54" w14:textId="6180F296" w:rsidR="00675843" w:rsidRDefault="0085747A" w:rsidP="59B4E4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9B4E4B8">
        <w:rPr>
          <w:rFonts w:ascii="Corbel" w:hAnsi="Corbel"/>
          <w:sz w:val="24"/>
          <w:szCs w:val="24"/>
        </w:rPr>
        <w:t>Problematyka wykładu</w:t>
      </w:r>
      <w:r w:rsidR="02C006BC" w:rsidRPr="59B4E4B8">
        <w:rPr>
          <w:rFonts w:ascii="Corbel" w:hAnsi="Corbel"/>
          <w:sz w:val="24"/>
          <w:szCs w:val="24"/>
        </w:rPr>
        <w:t xml:space="preserve"> - nie dotyczy</w:t>
      </w:r>
    </w:p>
    <w:p w14:paraId="077F6FD3" w14:textId="77777777" w:rsidR="00CB4937" w:rsidRPr="007159AD" w:rsidRDefault="00CB4937" w:rsidP="00CB493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06A4C1D" w14:textId="77777777" w:rsidR="0085747A" w:rsidRPr="007159AD" w:rsidRDefault="0085747A" w:rsidP="00CB4937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7159A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159AD">
        <w:rPr>
          <w:rFonts w:ascii="Corbel" w:hAnsi="Corbel"/>
          <w:sz w:val="24"/>
          <w:szCs w:val="24"/>
        </w:rPr>
        <w:t xml:space="preserve">, </w:t>
      </w:r>
      <w:r w:rsidRPr="007159AD">
        <w:rPr>
          <w:rFonts w:ascii="Corbel" w:hAnsi="Corbel"/>
          <w:sz w:val="24"/>
          <w:szCs w:val="24"/>
        </w:rPr>
        <w:t xml:space="preserve">zajęć praktycznych </w:t>
      </w:r>
    </w:p>
    <w:p w14:paraId="28F6B9EC" w14:textId="77777777" w:rsidR="0023579F" w:rsidRPr="007159AD" w:rsidRDefault="0023579F" w:rsidP="002357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579F" w:rsidRPr="007159AD" w14:paraId="76828A18" w14:textId="77777777" w:rsidTr="00CB4937">
        <w:trPr>
          <w:trHeight w:val="397"/>
        </w:trPr>
        <w:tc>
          <w:tcPr>
            <w:tcW w:w="9520" w:type="dxa"/>
            <w:vAlign w:val="center"/>
          </w:tcPr>
          <w:p w14:paraId="1C474DDB" w14:textId="77777777" w:rsidR="0023579F" w:rsidRPr="007159AD" w:rsidRDefault="0023579F" w:rsidP="00CB493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579F" w:rsidRPr="007159AD" w14:paraId="4955BF69" w14:textId="77777777" w:rsidTr="00CB4937">
        <w:trPr>
          <w:trHeight w:val="397"/>
        </w:trPr>
        <w:tc>
          <w:tcPr>
            <w:tcW w:w="9520" w:type="dxa"/>
            <w:vAlign w:val="center"/>
          </w:tcPr>
          <w:p w14:paraId="08F8BC20" w14:textId="77777777" w:rsidR="0023579F" w:rsidRPr="007159AD" w:rsidRDefault="00CA52DE" w:rsidP="00CB493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Główne sfery działania administracji publicznej. Pojęcie administracji świadczącej.</w:t>
            </w:r>
          </w:p>
        </w:tc>
      </w:tr>
      <w:tr w:rsidR="002D348B" w:rsidRPr="007159AD" w14:paraId="18A0AF59" w14:textId="77777777" w:rsidTr="00CB4937">
        <w:trPr>
          <w:trHeight w:val="397"/>
        </w:trPr>
        <w:tc>
          <w:tcPr>
            <w:tcW w:w="9520" w:type="dxa"/>
            <w:vAlign w:val="center"/>
          </w:tcPr>
          <w:p w14:paraId="799D0A4A" w14:textId="77777777" w:rsidR="002D348B" w:rsidRPr="007159AD" w:rsidRDefault="002D348B" w:rsidP="00CB493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Rozwój instytucji administracji świadczącej-rys historyczny.</w:t>
            </w:r>
          </w:p>
        </w:tc>
      </w:tr>
      <w:tr w:rsidR="00A54135" w:rsidRPr="007159AD" w14:paraId="5A56373B" w14:textId="77777777" w:rsidTr="00CB4937">
        <w:trPr>
          <w:trHeight w:val="397"/>
        </w:trPr>
        <w:tc>
          <w:tcPr>
            <w:tcW w:w="9520" w:type="dxa"/>
            <w:vAlign w:val="center"/>
          </w:tcPr>
          <w:p w14:paraId="6773A38D" w14:textId="77777777" w:rsidR="00A54135" w:rsidRPr="007159AD" w:rsidRDefault="002D348B" w:rsidP="00CB493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Formy instytucjonalne w obszarze administracji świadczącej (zakład administracyjny, przedsiębiorstwo użyteczności publicznej i in</w:t>
            </w:r>
            <w:r w:rsidR="005E4477" w:rsidRPr="007159AD">
              <w:rPr>
                <w:rFonts w:ascii="Corbel" w:hAnsi="Corbel"/>
                <w:sz w:val="24"/>
                <w:szCs w:val="24"/>
              </w:rPr>
              <w:t>.</w:t>
            </w:r>
            <w:r w:rsidRPr="007159AD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3579F" w:rsidRPr="007159AD" w14:paraId="57BA53E7" w14:textId="77777777" w:rsidTr="00CB4937">
        <w:trPr>
          <w:trHeight w:val="397"/>
        </w:trPr>
        <w:tc>
          <w:tcPr>
            <w:tcW w:w="9520" w:type="dxa"/>
            <w:vAlign w:val="center"/>
          </w:tcPr>
          <w:p w14:paraId="3891B890" w14:textId="77777777" w:rsidR="002D348B" w:rsidRPr="007159AD" w:rsidRDefault="002D348B" w:rsidP="00CB493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 xml:space="preserve">Formy świadczeń i sposoby zaangażowania administracji w udzielanie </w:t>
            </w:r>
          </w:p>
          <w:p w14:paraId="496235E4" w14:textId="77777777" w:rsidR="0023579F" w:rsidRPr="007159AD" w:rsidRDefault="00E832D7" w:rsidP="00CB493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ś</w:t>
            </w:r>
            <w:r w:rsidR="002D348B" w:rsidRPr="007159AD">
              <w:rPr>
                <w:rFonts w:ascii="Corbel" w:hAnsi="Corbel"/>
                <w:sz w:val="24"/>
                <w:szCs w:val="24"/>
              </w:rPr>
              <w:t>wiadczeń</w:t>
            </w:r>
            <w:r w:rsidR="00452D11" w:rsidRPr="007159AD">
              <w:rPr>
                <w:rFonts w:ascii="Corbel" w:hAnsi="Corbel"/>
                <w:sz w:val="24"/>
                <w:szCs w:val="24"/>
              </w:rPr>
              <w:t xml:space="preserve"> (bezpośrednie organizowanie, udzielanie, zlecanie podmiotom zewnętrznym- ekonomizacja, kontraktowanie</w:t>
            </w:r>
            <w:r w:rsidR="00E77607" w:rsidRPr="007159AD">
              <w:rPr>
                <w:rFonts w:ascii="Corbel" w:hAnsi="Corbel"/>
                <w:sz w:val="24"/>
                <w:szCs w:val="24"/>
              </w:rPr>
              <w:t>, i in.)</w:t>
            </w:r>
          </w:p>
        </w:tc>
      </w:tr>
      <w:tr w:rsidR="0023579F" w:rsidRPr="007159AD" w14:paraId="665C165C" w14:textId="77777777" w:rsidTr="00CB4937">
        <w:trPr>
          <w:trHeight w:val="397"/>
        </w:trPr>
        <w:tc>
          <w:tcPr>
            <w:tcW w:w="9520" w:type="dxa"/>
            <w:vAlign w:val="center"/>
          </w:tcPr>
          <w:p w14:paraId="2231AA39" w14:textId="7AFDA0C6" w:rsidR="0023579F" w:rsidRPr="007159AD" w:rsidRDefault="1B4F3B45" w:rsidP="00CB49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B4E4B8">
              <w:rPr>
                <w:rFonts w:ascii="Corbel" w:hAnsi="Corbel"/>
                <w:sz w:val="24"/>
                <w:szCs w:val="24"/>
              </w:rPr>
              <w:t>Administracja świadcząca w</w:t>
            </w:r>
            <w:r w:rsidR="2E9D272E" w:rsidRPr="59B4E4B8">
              <w:rPr>
                <w:rFonts w:ascii="Corbel" w:hAnsi="Corbel"/>
                <w:sz w:val="24"/>
                <w:szCs w:val="24"/>
              </w:rPr>
              <w:t xml:space="preserve"> wybranych obszarach:</w:t>
            </w:r>
            <w:r w:rsidRPr="59B4E4B8">
              <w:rPr>
                <w:rFonts w:ascii="Corbel" w:hAnsi="Corbel"/>
                <w:sz w:val="24"/>
                <w:szCs w:val="24"/>
              </w:rPr>
              <w:t xml:space="preserve"> pomoc społecznej</w:t>
            </w:r>
            <w:r w:rsidR="298E3A5B" w:rsidRPr="59B4E4B8">
              <w:rPr>
                <w:rFonts w:ascii="Corbel" w:hAnsi="Corbel"/>
                <w:sz w:val="24"/>
                <w:szCs w:val="24"/>
              </w:rPr>
              <w:t>, oświata, ochrona zdrowia</w:t>
            </w:r>
            <w:r w:rsidR="5661683E" w:rsidRPr="59B4E4B8">
              <w:rPr>
                <w:rFonts w:ascii="Corbel" w:hAnsi="Corbel"/>
                <w:sz w:val="24"/>
                <w:szCs w:val="24"/>
              </w:rPr>
              <w:t xml:space="preserve"> i</w:t>
            </w:r>
            <w:r w:rsidR="6D09B779" w:rsidRPr="59B4E4B8">
              <w:rPr>
                <w:rFonts w:ascii="Corbel" w:hAnsi="Corbel"/>
                <w:sz w:val="24"/>
                <w:szCs w:val="24"/>
              </w:rPr>
              <w:t xml:space="preserve"> in</w:t>
            </w:r>
            <w:r w:rsidR="5661683E" w:rsidRPr="59B4E4B8">
              <w:rPr>
                <w:rFonts w:ascii="Corbel" w:hAnsi="Corbel"/>
                <w:sz w:val="24"/>
                <w:szCs w:val="24"/>
              </w:rPr>
              <w:t>.)</w:t>
            </w:r>
          </w:p>
        </w:tc>
      </w:tr>
    </w:tbl>
    <w:p w14:paraId="6117B09C" w14:textId="77777777" w:rsidR="0085747A" w:rsidRPr="007159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DF4329" w14:textId="1F5EDED1" w:rsidR="0085747A" w:rsidRPr="007159AD" w:rsidRDefault="008078C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7159AD">
        <w:rPr>
          <w:rFonts w:ascii="Corbel" w:hAnsi="Corbel"/>
          <w:smallCaps w:val="0"/>
          <w:szCs w:val="24"/>
        </w:rPr>
        <w:lastRenderedPageBreak/>
        <w:t>3.4</w:t>
      </w:r>
      <w:r w:rsidR="00CB4937">
        <w:rPr>
          <w:rFonts w:ascii="Corbel" w:hAnsi="Corbel"/>
          <w:smallCaps w:val="0"/>
          <w:szCs w:val="24"/>
        </w:rPr>
        <w:t>.</w:t>
      </w:r>
      <w:r w:rsidR="009F4610" w:rsidRPr="007159AD">
        <w:rPr>
          <w:rFonts w:ascii="Corbel" w:hAnsi="Corbel"/>
          <w:smallCaps w:val="0"/>
          <w:szCs w:val="24"/>
        </w:rPr>
        <w:t xml:space="preserve"> Metody dydaktyczne</w:t>
      </w:r>
    </w:p>
    <w:p w14:paraId="64206AB6" w14:textId="77777777" w:rsidR="0085747A" w:rsidRPr="007159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ABAC2" w14:textId="70DE6894" w:rsidR="00E960BB" w:rsidRPr="007159AD" w:rsidRDefault="00CB4937" w:rsidP="00CB4937">
      <w:pPr>
        <w:pStyle w:val="Punktygwne"/>
        <w:spacing w:before="0"/>
        <w:ind w:left="851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</w:t>
      </w:r>
      <w:r w:rsidR="0023579F" w:rsidRPr="007159AD">
        <w:rPr>
          <w:rFonts w:ascii="Corbel" w:hAnsi="Corbel"/>
          <w:b w:val="0"/>
          <w:smallCaps w:val="0"/>
          <w:szCs w:val="24"/>
        </w:rPr>
        <w:t>onwersatorium</w:t>
      </w:r>
      <w:r w:rsidR="00A53ADF" w:rsidRPr="007159AD">
        <w:rPr>
          <w:rFonts w:ascii="Corbel" w:hAnsi="Corbel"/>
          <w:b w:val="0"/>
          <w:smallCaps w:val="0"/>
          <w:szCs w:val="24"/>
        </w:rPr>
        <w:t>:</w:t>
      </w:r>
      <w:r w:rsidR="006562F4" w:rsidRPr="007159AD">
        <w:rPr>
          <w:rFonts w:ascii="Corbel" w:hAnsi="Corbel"/>
          <w:b w:val="0"/>
          <w:smallCaps w:val="0"/>
          <w:szCs w:val="24"/>
        </w:rPr>
        <w:t xml:space="preserve"> </w:t>
      </w:r>
      <w:r w:rsidR="008D50AC" w:rsidRPr="007159AD">
        <w:rPr>
          <w:rFonts w:ascii="Corbel" w:hAnsi="Corbel"/>
          <w:b w:val="0"/>
          <w:smallCaps w:val="0"/>
          <w:szCs w:val="24"/>
        </w:rPr>
        <w:t>metoda projektów, praca w grupach, dyskusja, analiza przypadków</w:t>
      </w:r>
    </w:p>
    <w:p w14:paraId="12CB7ADF" w14:textId="77777777" w:rsidR="00E960BB" w:rsidRPr="007159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35810C" w14:textId="77777777" w:rsidR="0085747A" w:rsidRPr="007159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59AD">
        <w:rPr>
          <w:rFonts w:ascii="Corbel" w:hAnsi="Corbel"/>
          <w:smallCaps w:val="0"/>
          <w:szCs w:val="24"/>
        </w:rPr>
        <w:t xml:space="preserve">4. </w:t>
      </w:r>
      <w:r w:rsidR="0085747A" w:rsidRPr="007159AD">
        <w:rPr>
          <w:rFonts w:ascii="Corbel" w:hAnsi="Corbel"/>
          <w:smallCaps w:val="0"/>
          <w:szCs w:val="24"/>
        </w:rPr>
        <w:t>METODY I KRYTERIA OCENY</w:t>
      </w:r>
    </w:p>
    <w:p w14:paraId="56A48080" w14:textId="77777777" w:rsidR="00923D7D" w:rsidRPr="007159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E291DA" w14:textId="24255888" w:rsidR="0085747A" w:rsidRPr="007159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59AD">
        <w:rPr>
          <w:rFonts w:ascii="Corbel" w:hAnsi="Corbel"/>
          <w:smallCaps w:val="0"/>
          <w:szCs w:val="24"/>
        </w:rPr>
        <w:t>4.1</w:t>
      </w:r>
      <w:r w:rsidR="00CB4937">
        <w:rPr>
          <w:rFonts w:ascii="Corbel" w:hAnsi="Corbel"/>
          <w:smallCaps w:val="0"/>
          <w:szCs w:val="24"/>
        </w:rPr>
        <w:t>.</w:t>
      </w:r>
      <w:r w:rsidRPr="007159A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7159AD">
        <w:rPr>
          <w:rFonts w:ascii="Corbel" w:hAnsi="Corbel"/>
          <w:smallCaps w:val="0"/>
          <w:szCs w:val="24"/>
        </w:rPr>
        <w:t>uczenia się</w:t>
      </w:r>
    </w:p>
    <w:p w14:paraId="320252DB" w14:textId="77777777" w:rsidR="0085747A" w:rsidRPr="007159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159AD" w14:paraId="5F4541AE" w14:textId="77777777" w:rsidTr="009C59AC">
        <w:tc>
          <w:tcPr>
            <w:tcW w:w="1962" w:type="dxa"/>
            <w:vAlign w:val="center"/>
          </w:tcPr>
          <w:p w14:paraId="1E315C60" w14:textId="77777777" w:rsidR="0085747A" w:rsidRPr="007159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6B186EB" w14:textId="77777777" w:rsidR="0085747A" w:rsidRPr="007159AD" w:rsidRDefault="00F974DA" w:rsidP="002C09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91E07A" w14:textId="77777777" w:rsidR="0085747A" w:rsidRPr="007159AD" w:rsidRDefault="009F4610" w:rsidP="002C09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15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5D92DE" w14:textId="709037F8" w:rsidR="00923D7D" w:rsidRPr="007159AD" w:rsidRDefault="0085747A" w:rsidP="002C09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6D833B9" w14:textId="77777777" w:rsidR="0085747A" w:rsidRPr="007159AD" w:rsidRDefault="0085747A" w:rsidP="002C09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159A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159A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159AD" w14:paraId="4F1C306F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7EF5AB9D" w14:textId="5E7FA0B5" w:rsidR="0085747A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1C5AC75" w14:textId="77777777" w:rsidR="0085747A" w:rsidRPr="007159AD" w:rsidRDefault="0039088A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0775D940" w14:textId="77777777" w:rsidR="0085747A" w:rsidRPr="007159AD" w:rsidRDefault="009301FD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7159AD" w14:paraId="1169A6D7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077AF768" w14:textId="61451984" w:rsidR="0085747A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3720589" w14:textId="77777777" w:rsidR="0085747A" w:rsidRPr="007159AD" w:rsidRDefault="0039088A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84B0774" w14:textId="77777777" w:rsidR="0085747A" w:rsidRPr="007159AD" w:rsidRDefault="009301FD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</w:t>
            </w:r>
            <w:r w:rsidR="008D3742" w:rsidRPr="007159AD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8D3742"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7159AD" w14:paraId="3015D551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1D323457" w14:textId="32F0CE05" w:rsidR="008D3742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2A0EA3DB" w14:textId="77777777" w:rsidR="008D3742" w:rsidRPr="007159AD" w:rsidRDefault="0039088A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0EB0CF85" w14:textId="77777777" w:rsidR="008D3742" w:rsidRPr="007159AD" w:rsidRDefault="008D3742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7159AD" w14:paraId="600A9916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50A56083" w14:textId="5B1C7353" w:rsidR="008D3742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374647E" w14:textId="77777777" w:rsidR="008D3742" w:rsidRPr="007159AD" w:rsidRDefault="0039088A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53402CFC" w14:textId="77777777" w:rsidR="008D3742" w:rsidRPr="007159AD" w:rsidRDefault="008D3742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7159AD" w14:paraId="580F000B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119FBD28" w14:textId="6D812B5D" w:rsidR="008D3742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38286B0B" w14:textId="77777777" w:rsidR="008D3742" w:rsidRPr="007159AD" w:rsidRDefault="008D3742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019F51BA" w14:textId="77777777" w:rsidR="008D3742" w:rsidRPr="007159AD" w:rsidRDefault="008D3742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7159AD" w14:paraId="1D2D75C5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52819E08" w14:textId="0F69846D" w:rsidR="008D3742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51987DC2" w14:textId="77777777" w:rsidR="008D3742" w:rsidRPr="007159AD" w:rsidRDefault="001A2585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621D680C" w14:textId="77777777" w:rsidR="008D3742" w:rsidRPr="007159AD" w:rsidRDefault="008D3742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7159AD" w14:paraId="7F1C8358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740BBF22" w14:textId="5E0A03F7" w:rsidR="008D3742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01B080E1" w14:textId="77777777" w:rsidR="008D3742" w:rsidRPr="007159AD" w:rsidRDefault="001A2585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6B4CDF39" w14:textId="77777777" w:rsidR="008D3742" w:rsidRPr="007159AD" w:rsidRDefault="008D3742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7159AD" w14:paraId="2CDD323C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03E7BEA2" w14:textId="414707AD" w:rsidR="008D3742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6C890379" w14:textId="77777777" w:rsidR="008D3742" w:rsidRPr="007159AD" w:rsidRDefault="001A2585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5F5722C1" w14:textId="77777777" w:rsidR="008D3742" w:rsidRPr="007159AD" w:rsidRDefault="008D3742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7159AD" w14:paraId="6283D6EF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3CDD05C2" w14:textId="5CFE55BB" w:rsidR="008D3742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0632B4C7" w14:textId="77777777" w:rsidR="008D3742" w:rsidRPr="007159AD" w:rsidRDefault="00AB1B25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624DECD7" w14:textId="77777777" w:rsidR="008D3742" w:rsidRPr="007159AD" w:rsidRDefault="008D3742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7159AD" w14:paraId="1873A36C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76D97F10" w14:textId="242BD7A1" w:rsidR="008D3742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10EC8CC4" w14:textId="77777777" w:rsidR="008D3742" w:rsidRPr="007159AD" w:rsidRDefault="00AB1B25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vAlign w:val="center"/>
          </w:tcPr>
          <w:p w14:paraId="5DE0E9BB" w14:textId="77777777" w:rsidR="008D3742" w:rsidRPr="007159AD" w:rsidRDefault="008D3742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3742" w:rsidRPr="007159AD" w14:paraId="33C77457" w14:textId="77777777" w:rsidTr="00CB4937">
        <w:trPr>
          <w:trHeight w:val="340"/>
        </w:trPr>
        <w:tc>
          <w:tcPr>
            <w:tcW w:w="1962" w:type="dxa"/>
            <w:vAlign w:val="center"/>
          </w:tcPr>
          <w:p w14:paraId="27511CB6" w14:textId="40FBF628" w:rsidR="008D3742" w:rsidRPr="00CB4937" w:rsidRDefault="00CB4937" w:rsidP="00CB4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937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vAlign w:val="center"/>
          </w:tcPr>
          <w:p w14:paraId="6DC7279D" w14:textId="77777777" w:rsidR="008D3742" w:rsidRPr="007159AD" w:rsidRDefault="00AB1B25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159AD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0C47A667" w14:textId="77777777" w:rsidR="008D3742" w:rsidRPr="007159AD" w:rsidRDefault="008D3742" w:rsidP="00CB49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59A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7159AD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5C70CEB" w14:textId="77777777" w:rsidR="00923D7D" w:rsidRPr="007159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4748A5" w14:textId="77777777" w:rsidR="0085747A" w:rsidRPr="007159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59AD">
        <w:rPr>
          <w:rFonts w:ascii="Corbel" w:hAnsi="Corbel"/>
          <w:smallCaps w:val="0"/>
          <w:szCs w:val="24"/>
        </w:rPr>
        <w:t xml:space="preserve">4.2 </w:t>
      </w:r>
      <w:r w:rsidR="0085747A" w:rsidRPr="007159AD">
        <w:rPr>
          <w:rFonts w:ascii="Corbel" w:hAnsi="Corbel"/>
          <w:smallCaps w:val="0"/>
          <w:szCs w:val="24"/>
        </w:rPr>
        <w:t>Warunki zaliczenia przedmiotu (kryteria oceniania)</w:t>
      </w:r>
    </w:p>
    <w:p w14:paraId="09BAC167" w14:textId="77777777" w:rsidR="00923D7D" w:rsidRPr="007159A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59AD" w14:paraId="26EDAAB5" w14:textId="77777777" w:rsidTr="00923D7D">
        <w:tc>
          <w:tcPr>
            <w:tcW w:w="9670" w:type="dxa"/>
          </w:tcPr>
          <w:p w14:paraId="5C9A4FA1" w14:textId="77777777" w:rsidR="0085747A" w:rsidRPr="007159AD" w:rsidRDefault="00F55C5D" w:rsidP="00CB4937">
            <w:pPr>
              <w:pStyle w:val="Punktygwne"/>
              <w:spacing w:before="60"/>
              <w:rPr>
                <w:rFonts w:ascii="Corbel" w:hAnsi="Corbel"/>
                <w:szCs w:val="24"/>
              </w:rPr>
            </w:pPr>
            <w:r w:rsidRPr="007159AD">
              <w:rPr>
                <w:rFonts w:ascii="Corbel" w:hAnsi="Corbel"/>
                <w:szCs w:val="24"/>
              </w:rPr>
              <w:t xml:space="preserve">konwersatorium: </w:t>
            </w:r>
            <w:r w:rsidR="004F5CC9" w:rsidRPr="007159AD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przygotowaniu grupowego projektu z zakresu</w:t>
            </w: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 organizacji usług publicznych w samorządzie terytorialnym</w:t>
            </w:r>
            <w:r w:rsidR="004F5CC9" w:rsidRPr="007159A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6562F4"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7159AD">
              <w:rPr>
                <w:rFonts w:ascii="Corbel" w:hAnsi="Corbel"/>
                <w:b w:val="0"/>
                <w:smallCaps w:val="0"/>
                <w:szCs w:val="24"/>
              </w:rPr>
              <w:t>Kryteria oceniania pracy projektowej: stopień udziału w projekcie, prawidłowość wykorzystanych metod i technik, kreatywność myślenia.</w:t>
            </w:r>
            <w:r w:rsidR="006562F4"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F5CC9" w:rsidRPr="007159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Aktywność oraz obecność na zajęciach.</w:t>
            </w:r>
          </w:p>
        </w:tc>
      </w:tr>
    </w:tbl>
    <w:p w14:paraId="06BAA5B8" w14:textId="77777777" w:rsidR="0085747A" w:rsidRPr="007159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2DA7" w14:textId="77777777" w:rsidR="009F4610" w:rsidRPr="007159A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59AD">
        <w:rPr>
          <w:rFonts w:ascii="Corbel" w:hAnsi="Corbel"/>
          <w:b/>
          <w:sz w:val="24"/>
          <w:szCs w:val="24"/>
        </w:rPr>
        <w:t xml:space="preserve">5. </w:t>
      </w:r>
      <w:r w:rsidR="00C61DC5" w:rsidRPr="007159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084725" w14:textId="77777777" w:rsidR="0085747A" w:rsidRPr="007159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7159AD" w14:paraId="3EAAF00B" w14:textId="77777777" w:rsidTr="00CB4937">
        <w:tc>
          <w:tcPr>
            <w:tcW w:w="5274" w:type="dxa"/>
            <w:vAlign w:val="center"/>
          </w:tcPr>
          <w:p w14:paraId="559E2A5C" w14:textId="77777777" w:rsidR="0085747A" w:rsidRPr="007159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59A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59A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59A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2FCBF60C" w14:textId="77777777" w:rsidR="0085747A" w:rsidRPr="007159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59A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59A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159A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159AD" w14:paraId="0DA4E20E" w14:textId="77777777" w:rsidTr="00CB4937">
        <w:tc>
          <w:tcPr>
            <w:tcW w:w="5274" w:type="dxa"/>
          </w:tcPr>
          <w:p w14:paraId="3EC7ACFD" w14:textId="418D753D" w:rsidR="0085747A" w:rsidRPr="007159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B4E4B8">
              <w:rPr>
                <w:rFonts w:ascii="Corbel" w:hAnsi="Corbel"/>
                <w:sz w:val="24"/>
                <w:szCs w:val="24"/>
              </w:rPr>
              <w:t>G</w:t>
            </w:r>
            <w:r w:rsidR="0085747A" w:rsidRPr="59B4E4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44268AE1" w:rsidRPr="59B4E4B8">
              <w:rPr>
                <w:rFonts w:ascii="Corbel" w:hAnsi="Corbel"/>
                <w:sz w:val="24"/>
                <w:szCs w:val="24"/>
              </w:rPr>
              <w:t>z </w:t>
            </w:r>
            <w:r w:rsidR="3E83CC02" w:rsidRPr="59B4E4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59B4E4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0D443B55" w14:textId="77777777" w:rsidR="0085747A" w:rsidRPr="007159AD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159AD" w14:paraId="294A8E47" w14:textId="77777777" w:rsidTr="00CB4937">
        <w:tc>
          <w:tcPr>
            <w:tcW w:w="5274" w:type="dxa"/>
          </w:tcPr>
          <w:p w14:paraId="0980F314" w14:textId="77777777" w:rsidR="00C61DC5" w:rsidRPr="007159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159A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F9FE63" w14:textId="77777777" w:rsidR="00C61DC5" w:rsidRPr="007159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3BA0F7AD" w14:textId="77777777" w:rsidR="00C61DC5" w:rsidRPr="007159AD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1</w:t>
            </w:r>
            <w:r w:rsidR="00AA5F0E" w:rsidRPr="007159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7159AD" w14:paraId="37E35561" w14:textId="77777777" w:rsidTr="00CB4937">
        <w:tc>
          <w:tcPr>
            <w:tcW w:w="5274" w:type="dxa"/>
          </w:tcPr>
          <w:p w14:paraId="2C40F8E2" w14:textId="77777777" w:rsidR="0071620A" w:rsidRPr="007159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159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159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398CDB1" w14:textId="77777777" w:rsidR="00C61DC5" w:rsidRPr="007159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2817E61B" w14:textId="77777777" w:rsidR="00C61DC5" w:rsidRPr="007159AD" w:rsidRDefault="008C10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159AD" w14:paraId="055B9BEE" w14:textId="77777777" w:rsidTr="00CB4937">
        <w:trPr>
          <w:trHeight w:val="365"/>
        </w:trPr>
        <w:tc>
          <w:tcPr>
            <w:tcW w:w="5274" w:type="dxa"/>
          </w:tcPr>
          <w:p w14:paraId="274F2D3A" w14:textId="77777777" w:rsidR="0085747A" w:rsidRPr="007159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2386CC62" w14:textId="77777777" w:rsidR="0085747A" w:rsidRPr="007159AD" w:rsidRDefault="008C10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159AD" w14:paraId="0F7EF50F" w14:textId="77777777" w:rsidTr="00CB4937">
        <w:trPr>
          <w:trHeight w:val="337"/>
        </w:trPr>
        <w:tc>
          <w:tcPr>
            <w:tcW w:w="5274" w:type="dxa"/>
          </w:tcPr>
          <w:p w14:paraId="2679A226" w14:textId="77777777" w:rsidR="0085747A" w:rsidRPr="007159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59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34E577C" w14:textId="77777777" w:rsidR="0085747A" w:rsidRPr="007159AD" w:rsidRDefault="00C03E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59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48BFF18" w14:textId="77777777" w:rsidR="0085747A" w:rsidRPr="007159AD" w:rsidRDefault="00923D7D" w:rsidP="00CB4937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7159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59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C5E980" w14:textId="77777777" w:rsidR="003E1941" w:rsidRPr="007159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0F97D" w14:textId="22599B16" w:rsidR="59B4E4B8" w:rsidRDefault="59B4E4B8">
      <w:r>
        <w:br w:type="page"/>
      </w:r>
    </w:p>
    <w:p w14:paraId="189BACAB" w14:textId="77777777" w:rsidR="0085747A" w:rsidRPr="007159A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59AD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7159AD">
        <w:rPr>
          <w:rFonts w:ascii="Corbel" w:hAnsi="Corbel"/>
          <w:smallCaps w:val="0"/>
          <w:szCs w:val="24"/>
        </w:rPr>
        <w:t>PRAKTYKI ZAWO</w:t>
      </w:r>
      <w:r w:rsidR="009D3F3B" w:rsidRPr="007159AD">
        <w:rPr>
          <w:rFonts w:ascii="Corbel" w:hAnsi="Corbel"/>
          <w:smallCaps w:val="0"/>
          <w:szCs w:val="24"/>
        </w:rPr>
        <w:t>DOWE W RAMACH PRZEDMIOTU</w:t>
      </w:r>
    </w:p>
    <w:p w14:paraId="273BD571" w14:textId="77777777" w:rsidR="0085747A" w:rsidRPr="007159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7159AD" w14:paraId="1CE34168" w14:textId="77777777" w:rsidTr="00CB4937">
        <w:trPr>
          <w:trHeight w:val="397"/>
        </w:trPr>
        <w:tc>
          <w:tcPr>
            <w:tcW w:w="3715" w:type="dxa"/>
          </w:tcPr>
          <w:p w14:paraId="3D78282B" w14:textId="77777777" w:rsidR="0085747A" w:rsidRPr="007159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45A9C479" w14:textId="4A5289EB" w:rsidR="0085747A" w:rsidRPr="007159AD" w:rsidRDefault="5EA181E7" w:rsidP="59B4E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9B4E4B8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7159AD" w14:paraId="60262A3C" w14:textId="77777777" w:rsidTr="00CB4937">
        <w:trPr>
          <w:trHeight w:val="397"/>
        </w:trPr>
        <w:tc>
          <w:tcPr>
            <w:tcW w:w="3715" w:type="dxa"/>
          </w:tcPr>
          <w:p w14:paraId="5550F863" w14:textId="77777777" w:rsidR="0085747A" w:rsidRPr="007159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59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E55E45B" w14:textId="4D50AD53" w:rsidR="0085747A" w:rsidRPr="007159AD" w:rsidRDefault="21B5D1A9" w:rsidP="59B4E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9B4E4B8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332F1BF6" w14:textId="77777777" w:rsidR="003E1941" w:rsidRPr="007159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4EE22B" w14:textId="77777777" w:rsidR="00CB4937" w:rsidRDefault="00CB4937" w:rsidP="00CB49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2B47817C" w14:textId="77777777" w:rsidR="00CB4937" w:rsidRDefault="00CB4937" w:rsidP="00CB49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1"/>
      </w:tblGrid>
      <w:tr w:rsidR="00CB4937" w14:paraId="582E21E8" w14:textId="77777777">
        <w:trPr>
          <w:trHeight w:val="397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F412B" w14:textId="77777777" w:rsidR="00CB4937" w:rsidRDefault="00CB4937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B407A2" w14:textId="77777777" w:rsidR="00CB4937" w:rsidRDefault="00CB4937" w:rsidP="00CB4937">
            <w:pPr>
              <w:pStyle w:val="Punktygwne"/>
              <w:numPr>
                <w:ilvl w:val="0"/>
                <w:numId w:val="4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Blicharz,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ekonomiczna jako cel prywatyzacji zadań z zakresu administracji świadczącej. Studium prawno-administracyjne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Wrocław 2020. </w:t>
            </w:r>
          </w:p>
          <w:p w14:paraId="6F9592D0" w14:textId="77777777" w:rsidR="00CB4937" w:rsidRDefault="00CB4937" w:rsidP="00CB4937">
            <w:pPr>
              <w:pStyle w:val="Punktygwne"/>
              <w:numPr>
                <w:ilvl w:val="0"/>
                <w:numId w:val="4"/>
              </w:numPr>
              <w:spacing w:before="120" w:after="120"/>
              <w:ind w:left="341" w:hanging="284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Stasikowski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Funkcja administracji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świadczącej, w „Administracja: teoria, dydaktyka, praktyka”, 2009 | nr 3(16), s. 89-115.</w:t>
            </w:r>
          </w:p>
        </w:tc>
      </w:tr>
      <w:tr w:rsidR="00CB4937" w14:paraId="31C7D46C" w14:textId="77777777">
        <w:trPr>
          <w:trHeight w:val="397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B44B" w14:textId="77777777" w:rsidR="00CB4937" w:rsidRDefault="00CB4937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2C9A7A" w14:textId="77777777" w:rsidR="00CB4937" w:rsidRDefault="00CB4937" w:rsidP="00CB4937">
            <w:pPr>
              <w:pStyle w:val="Punktygwne"/>
              <w:numPr>
                <w:ilvl w:val="0"/>
                <w:numId w:val="5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A. Barczewska-Dziobek, Prawne formy współpracy jednostek samorządu terytorialnego z organizacjami pozarządowymi w zakresie przeciwdziałania wykluczeniu społecznemu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I. Lipowicz,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Małecka-Łyszczek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(red.). „Ekonomia społeczna. Wykluczenie społeczne", 2020, s. 22–34.</w:t>
            </w:r>
          </w:p>
          <w:p w14:paraId="1C2F36A1" w14:textId="77777777" w:rsidR="00CB4937" w:rsidRDefault="00CB4937" w:rsidP="00CB4937">
            <w:pPr>
              <w:pStyle w:val="Punktygwne"/>
              <w:numPr>
                <w:ilvl w:val="0"/>
                <w:numId w:val="5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Posłuszny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Istota i cechy administracji świadczącej, Administracja :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  <w:t>teoria, dydaktyka, praktyka, 2005/ nr 1, s.  55-67</w:t>
            </w:r>
          </w:p>
          <w:p w14:paraId="5A4F7F26" w14:textId="77777777" w:rsidR="00CB4937" w:rsidRDefault="00CB4937" w:rsidP="00CB4937">
            <w:pPr>
              <w:pStyle w:val="Punktygwne"/>
              <w:numPr>
                <w:ilvl w:val="0"/>
                <w:numId w:val="5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Sierpowska,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Administracja świadcząca wobec zjawiska przemocy w rodzinie,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 Wrocławski, Wrocław 2017.</w:t>
            </w:r>
          </w:p>
          <w:p w14:paraId="36CDCBA4" w14:textId="77777777" w:rsidR="00CB4937" w:rsidRDefault="00CB4937" w:rsidP="00CB4937">
            <w:pPr>
              <w:pStyle w:val="Punktygwne"/>
              <w:numPr>
                <w:ilvl w:val="0"/>
                <w:numId w:val="5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Sierpowska,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Pomoc społeczna jako administracja świadcząca.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  <w:t>Studium administracyjnoprawne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Warszawa 2012.</w:t>
            </w:r>
          </w:p>
          <w:p w14:paraId="100A2F91" w14:textId="77777777" w:rsidR="00CB4937" w:rsidRDefault="00CB4937" w:rsidP="00CB4937">
            <w:pPr>
              <w:pStyle w:val="Punktygwne"/>
              <w:numPr>
                <w:ilvl w:val="0"/>
                <w:numId w:val="5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Raszewska-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W kierunku cywilizacji administracji świadczącej na tle zadań oświatowych – powierzanie zadań publicznych podmiotom niepublicznym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w:”Cywilizacja administracji publicznej. Księga jubileuszowa z okazji 80-lecia urodzin prof.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nadzw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dra hab. Jana Jeżewskiego: J. Korczak,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J. Szreniawski (red)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2018.</w:t>
            </w:r>
          </w:p>
          <w:p w14:paraId="71CF911C" w14:textId="77777777" w:rsidR="00CB4937" w:rsidRDefault="00CB4937" w:rsidP="00CB4937">
            <w:pPr>
              <w:pStyle w:val="Punktygwne"/>
              <w:numPr>
                <w:ilvl w:val="0"/>
                <w:numId w:val="5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Sobczyk,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Zakład pracy jako zakład administracyjny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2020.</w:t>
            </w:r>
          </w:p>
          <w:p w14:paraId="42FECB4B" w14:textId="77777777" w:rsidR="00CB4937" w:rsidRDefault="00CB4937" w:rsidP="00CB4937">
            <w:pPr>
              <w:pStyle w:val="Punktygwne"/>
              <w:numPr>
                <w:ilvl w:val="0"/>
                <w:numId w:val="5"/>
              </w:numPr>
              <w:spacing w:before="120" w:after="0"/>
              <w:ind w:left="33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Ochmański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Administracja świadcząca. Kształtowanie się idei organizatorskiej funkcji państwa w Polsce Ludowej (1944-1989),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Naukowe UAM, Poznań 2006.</w:t>
            </w:r>
          </w:p>
          <w:p w14:paraId="43C9DA48" w14:textId="77777777" w:rsidR="00CB4937" w:rsidRDefault="00CB4937" w:rsidP="00CB4937">
            <w:pPr>
              <w:pStyle w:val="Punktygwne"/>
              <w:numPr>
                <w:ilvl w:val="0"/>
                <w:numId w:val="5"/>
              </w:numPr>
              <w:spacing w:before="120" w:after="120"/>
              <w:ind w:left="341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Bentkowska-Furman,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Rola organizacji pozarządowych w aktywizacji zawodowej osób niepełnosprawnych w: „ Organizacje pozarządowe na rzecz społeczeństwa obywatelskiego” / redakcja naukowa Piotr Majer, Martyna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Seroka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wydawnictwo UWM, Olsztyn 2018.</w:t>
            </w:r>
          </w:p>
        </w:tc>
      </w:tr>
    </w:tbl>
    <w:p w14:paraId="5A2D0C06" w14:textId="77777777" w:rsidR="00CB4937" w:rsidRDefault="00CB4937" w:rsidP="00CB49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32563" w14:textId="77777777" w:rsidR="00CB4937" w:rsidRDefault="00CB4937" w:rsidP="00CB493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60B3CE" w14:textId="77777777" w:rsidR="00CB4937" w:rsidRPr="007159AD" w:rsidRDefault="00CB4937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CB4937" w:rsidRPr="007159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8DB0C" w14:textId="77777777" w:rsidR="00EA6E86" w:rsidRDefault="00EA6E86" w:rsidP="00C16ABF">
      <w:pPr>
        <w:spacing w:after="0" w:line="240" w:lineRule="auto"/>
      </w:pPr>
      <w:r>
        <w:separator/>
      </w:r>
    </w:p>
  </w:endnote>
  <w:endnote w:type="continuationSeparator" w:id="0">
    <w:p w14:paraId="47360A45" w14:textId="77777777" w:rsidR="00EA6E86" w:rsidRDefault="00EA6E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FFA0E" w14:textId="77777777" w:rsidR="00EA6E86" w:rsidRDefault="00EA6E86" w:rsidP="00C16ABF">
      <w:pPr>
        <w:spacing w:after="0" w:line="240" w:lineRule="auto"/>
      </w:pPr>
      <w:r>
        <w:separator/>
      </w:r>
    </w:p>
  </w:footnote>
  <w:footnote w:type="continuationSeparator" w:id="0">
    <w:p w14:paraId="5A7C761C" w14:textId="77777777" w:rsidR="00EA6E86" w:rsidRDefault="00EA6E86" w:rsidP="00C16ABF">
      <w:pPr>
        <w:spacing w:after="0" w:line="240" w:lineRule="auto"/>
      </w:pPr>
      <w:r>
        <w:continuationSeparator/>
      </w:r>
    </w:p>
  </w:footnote>
  <w:footnote w:id="1">
    <w:p w14:paraId="6576F7E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6953">
    <w:abstractNumId w:val="0"/>
  </w:num>
  <w:num w:numId="2" w16cid:durableId="1353410871">
    <w:abstractNumId w:val="3"/>
  </w:num>
  <w:num w:numId="3" w16cid:durableId="1148282549">
    <w:abstractNumId w:val="1"/>
  </w:num>
  <w:num w:numId="4" w16cid:durableId="12203654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6120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264316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637"/>
    <w:rsid w:val="000077B4"/>
    <w:rsid w:val="000116DA"/>
    <w:rsid w:val="00015B8F"/>
    <w:rsid w:val="00022ECE"/>
    <w:rsid w:val="0003674D"/>
    <w:rsid w:val="0004015C"/>
    <w:rsid w:val="00042A51"/>
    <w:rsid w:val="00042D2E"/>
    <w:rsid w:val="00044538"/>
    <w:rsid w:val="00044C82"/>
    <w:rsid w:val="00070ED6"/>
    <w:rsid w:val="00071105"/>
    <w:rsid w:val="000734ED"/>
    <w:rsid w:val="000742DC"/>
    <w:rsid w:val="000770CD"/>
    <w:rsid w:val="00084C12"/>
    <w:rsid w:val="0009462C"/>
    <w:rsid w:val="00094B12"/>
    <w:rsid w:val="000952CB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C7249"/>
    <w:rsid w:val="000D04B0"/>
    <w:rsid w:val="000D4F4E"/>
    <w:rsid w:val="000E0DC1"/>
    <w:rsid w:val="000E665F"/>
    <w:rsid w:val="000F0616"/>
    <w:rsid w:val="000F06B8"/>
    <w:rsid w:val="000F1C57"/>
    <w:rsid w:val="000F5615"/>
    <w:rsid w:val="0010156D"/>
    <w:rsid w:val="00102111"/>
    <w:rsid w:val="00110896"/>
    <w:rsid w:val="001153DC"/>
    <w:rsid w:val="00124BFF"/>
    <w:rsid w:val="0012560E"/>
    <w:rsid w:val="00127108"/>
    <w:rsid w:val="00127C24"/>
    <w:rsid w:val="00134B13"/>
    <w:rsid w:val="00136C54"/>
    <w:rsid w:val="0014611C"/>
    <w:rsid w:val="00146BC0"/>
    <w:rsid w:val="00153C41"/>
    <w:rsid w:val="00154381"/>
    <w:rsid w:val="001563D3"/>
    <w:rsid w:val="00156FA7"/>
    <w:rsid w:val="001640A7"/>
    <w:rsid w:val="00164A64"/>
    <w:rsid w:val="00164FA7"/>
    <w:rsid w:val="00166A03"/>
    <w:rsid w:val="001714DE"/>
    <w:rsid w:val="001718A7"/>
    <w:rsid w:val="001737CF"/>
    <w:rsid w:val="00174210"/>
    <w:rsid w:val="00176083"/>
    <w:rsid w:val="00177FDB"/>
    <w:rsid w:val="00185DE4"/>
    <w:rsid w:val="00192F37"/>
    <w:rsid w:val="001A1AE0"/>
    <w:rsid w:val="001A2585"/>
    <w:rsid w:val="001A70D2"/>
    <w:rsid w:val="001B3B26"/>
    <w:rsid w:val="001D657B"/>
    <w:rsid w:val="001D7B54"/>
    <w:rsid w:val="001E0209"/>
    <w:rsid w:val="001F2CA2"/>
    <w:rsid w:val="001F4E18"/>
    <w:rsid w:val="0021267B"/>
    <w:rsid w:val="002144C0"/>
    <w:rsid w:val="00215137"/>
    <w:rsid w:val="00216ACA"/>
    <w:rsid w:val="0022477D"/>
    <w:rsid w:val="002278A9"/>
    <w:rsid w:val="002336F9"/>
    <w:rsid w:val="0023579F"/>
    <w:rsid w:val="00235A84"/>
    <w:rsid w:val="0024028F"/>
    <w:rsid w:val="002440F8"/>
    <w:rsid w:val="00244ABC"/>
    <w:rsid w:val="00251CD9"/>
    <w:rsid w:val="002533DE"/>
    <w:rsid w:val="00253541"/>
    <w:rsid w:val="00253886"/>
    <w:rsid w:val="0025575A"/>
    <w:rsid w:val="00281FF2"/>
    <w:rsid w:val="002857DE"/>
    <w:rsid w:val="00291567"/>
    <w:rsid w:val="002A229C"/>
    <w:rsid w:val="002A22BF"/>
    <w:rsid w:val="002A2389"/>
    <w:rsid w:val="002A3DD5"/>
    <w:rsid w:val="002A671D"/>
    <w:rsid w:val="002B1586"/>
    <w:rsid w:val="002B4D55"/>
    <w:rsid w:val="002B5EA0"/>
    <w:rsid w:val="002B6119"/>
    <w:rsid w:val="002C09BD"/>
    <w:rsid w:val="002C1F06"/>
    <w:rsid w:val="002D1C25"/>
    <w:rsid w:val="002D2839"/>
    <w:rsid w:val="002D3375"/>
    <w:rsid w:val="002D348B"/>
    <w:rsid w:val="002D73D4"/>
    <w:rsid w:val="002F02A3"/>
    <w:rsid w:val="002F05EB"/>
    <w:rsid w:val="002F3723"/>
    <w:rsid w:val="002F3C3A"/>
    <w:rsid w:val="002F4ABE"/>
    <w:rsid w:val="00300D20"/>
    <w:rsid w:val="003018BA"/>
    <w:rsid w:val="0030395F"/>
    <w:rsid w:val="00305C92"/>
    <w:rsid w:val="0031274D"/>
    <w:rsid w:val="003151C5"/>
    <w:rsid w:val="003343CF"/>
    <w:rsid w:val="00336D56"/>
    <w:rsid w:val="00346FE9"/>
    <w:rsid w:val="0034759A"/>
    <w:rsid w:val="003503F6"/>
    <w:rsid w:val="003530DD"/>
    <w:rsid w:val="00363F78"/>
    <w:rsid w:val="00382650"/>
    <w:rsid w:val="00386931"/>
    <w:rsid w:val="0039088A"/>
    <w:rsid w:val="00396B9E"/>
    <w:rsid w:val="00397DB2"/>
    <w:rsid w:val="003A090B"/>
    <w:rsid w:val="003A0A5B"/>
    <w:rsid w:val="003A1176"/>
    <w:rsid w:val="003A3EFB"/>
    <w:rsid w:val="003B027A"/>
    <w:rsid w:val="003B448C"/>
    <w:rsid w:val="003C0BAE"/>
    <w:rsid w:val="003C48C3"/>
    <w:rsid w:val="003D18A9"/>
    <w:rsid w:val="003D1FFA"/>
    <w:rsid w:val="003D6CE2"/>
    <w:rsid w:val="003E1941"/>
    <w:rsid w:val="003E2FE6"/>
    <w:rsid w:val="003E489D"/>
    <w:rsid w:val="003E49D5"/>
    <w:rsid w:val="003F205D"/>
    <w:rsid w:val="003F38C0"/>
    <w:rsid w:val="003F4633"/>
    <w:rsid w:val="00412D1C"/>
    <w:rsid w:val="00414E3C"/>
    <w:rsid w:val="0042195E"/>
    <w:rsid w:val="0042244A"/>
    <w:rsid w:val="004237E4"/>
    <w:rsid w:val="0042745A"/>
    <w:rsid w:val="004301BB"/>
    <w:rsid w:val="00431D5C"/>
    <w:rsid w:val="004335C5"/>
    <w:rsid w:val="004362C6"/>
    <w:rsid w:val="00436D08"/>
    <w:rsid w:val="00437FA2"/>
    <w:rsid w:val="00443927"/>
    <w:rsid w:val="00445970"/>
    <w:rsid w:val="0044702A"/>
    <w:rsid w:val="00447EBB"/>
    <w:rsid w:val="00452D11"/>
    <w:rsid w:val="0046136A"/>
    <w:rsid w:val="00461EFC"/>
    <w:rsid w:val="004646B9"/>
    <w:rsid w:val="004652C2"/>
    <w:rsid w:val="004706D1"/>
    <w:rsid w:val="00471326"/>
    <w:rsid w:val="00472752"/>
    <w:rsid w:val="00475561"/>
    <w:rsid w:val="0047598D"/>
    <w:rsid w:val="00481B30"/>
    <w:rsid w:val="00482FD6"/>
    <w:rsid w:val="004840FD"/>
    <w:rsid w:val="00486895"/>
    <w:rsid w:val="004873E9"/>
    <w:rsid w:val="00490F7D"/>
    <w:rsid w:val="00491678"/>
    <w:rsid w:val="004968E2"/>
    <w:rsid w:val="004A3EEA"/>
    <w:rsid w:val="004A4D1F"/>
    <w:rsid w:val="004B17FC"/>
    <w:rsid w:val="004C6787"/>
    <w:rsid w:val="004D5282"/>
    <w:rsid w:val="004D6814"/>
    <w:rsid w:val="004E36CC"/>
    <w:rsid w:val="004F1551"/>
    <w:rsid w:val="004F55A3"/>
    <w:rsid w:val="004F5CC9"/>
    <w:rsid w:val="0050496F"/>
    <w:rsid w:val="00513B6F"/>
    <w:rsid w:val="00517C63"/>
    <w:rsid w:val="00523B4C"/>
    <w:rsid w:val="00526C54"/>
    <w:rsid w:val="005363C4"/>
    <w:rsid w:val="00536BDE"/>
    <w:rsid w:val="00543ACC"/>
    <w:rsid w:val="00546551"/>
    <w:rsid w:val="005635B1"/>
    <w:rsid w:val="00565A31"/>
    <w:rsid w:val="00565E89"/>
    <w:rsid w:val="0056696D"/>
    <w:rsid w:val="00567011"/>
    <w:rsid w:val="00572E1C"/>
    <w:rsid w:val="0059484D"/>
    <w:rsid w:val="005A0855"/>
    <w:rsid w:val="005A133C"/>
    <w:rsid w:val="005A3196"/>
    <w:rsid w:val="005B1078"/>
    <w:rsid w:val="005C080F"/>
    <w:rsid w:val="005C55E5"/>
    <w:rsid w:val="005C67C5"/>
    <w:rsid w:val="005C696A"/>
    <w:rsid w:val="005C7657"/>
    <w:rsid w:val="005E4477"/>
    <w:rsid w:val="005E6E85"/>
    <w:rsid w:val="005E6F48"/>
    <w:rsid w:val="005F1DCA"/>
    <w:rsid w:val="005F31D2"/>
    <w:rsid w:val="005F62B8"/>
    <w:rsid w:val="0060266C"/>
    <w:rsid w:val="00602CB5"/>
    <w:rsid w:val="00604D9E"/>
    <w:rsid w:val="0061029B"/>
    <w:rsid w:val="00617230"/>
    <w:rsid w:val="00617CE5"/>
    <w:rsid w:val="006207E3"/>
    <w:rsid w:val="00621CE1"/>
    <w:rsid w:val="00627FC9"/>
    <w:rsid w:val="00637731"/>
    <w:rsid w:val="00647FA8"/>
    <w:rsid w:val="00650C5F"/>
    <w:rsid w:val="00654934"/>
    <w:rsid w:val="006562F4"/>
    <w:rsid w:val="00656B78"/>
    <w:rsid w:val="006620D9"/>
    <w:rsid w:val="00663DDD"/>
    <w:rsid w:val="00670C73"/>
    <w:rsid w:val="00671958"/>
    <w:rsid w:val="00675843"/>
    <w:rsid w:val="00687D91"/>
    <w:rsid w:val="00691C58"/>
    <w:rsid w:val="00696477"/>
    <w:rsid w:val="006A31C1"/>
    <w:rsid w:val="006A355D"/>
    <w:rsid w:val="006A43AC"/>
    <w:rsid w:val="006B310D"/>
    <w:rsid w:val="006C0AFD"/>
    <w:rsid w:val="006C51C9"/>
    <w:rsid w:val="006D050F"/>
    <w:rsid w:val="006D3D2C"/>
    <w:rsid w:val="006D56A9"/>
    <w:rsid w:val="006D6139"/>
    <w:rsid w:val="006D6E40"/>
    <w:rsid w:val="006E5D65"/>
    <w:rsid w:val="006E615C"/>
    <w:rsid w:val="006F1282"/>
    <w:rsid w:val="006F1FBC"/>
    <w:rsid w:val="006F2AF8"/>
    <w:rsid w:val="006F31E2"/>
    <w:rsid w:val="00706544"/>
    <w:rsid w:val="007072BA"/>
    <w:rsid w:val="00711CCF"/>
    <w:rsid w:val="007159AD"/>
    <w:rsid w:val="0071620A"/>
    <w:rsid w:val="00724677"/>
    <w:rsid w:val="00725459"/>
    <w:rsid w:val="007327BD"/>
    <w:rsid w:val="00734608"/>
    <w:rsid w:val="00744B2C"/>
    <w:rsid w:val="00745302"/>
    <w:rsid w:val="007461D6"/>
    <w:rsid w:val="00746EC8"/>
    <w:rsid w:val="007478CE"/>
    <w:rsid w:val="00753B70"/>
    <w:rsid w:val="0076370B"/>
    <w:rsid w:val="00763BF1"/>
    <w:rsid w:val="00766FD4"/>
    <w:rsid w:val="0076763D"/>
    <w:rsid w:val="007762DF"/>
    <w:rsid w:val="0078168C"/>
    <w:rsid w:val="00783F38"/>
    <w:rsid w:val="00787C2A"/>
    <w:rsid w:val="00790E27"/>
    <w:rsid w:val="007A3025"/>
    <w:rsid w:val="007A4022"/>
    <w:rsid w:val="007A4465"/>
    <w:rsid w:val="007A6E6E"/>
    <w:rsid w:val="007C19B8"/>
    <w:rsid w:val="007C3299"/>
    <w:rsid w:val="007C3BCC"/>
    <w:rsid w:val="007C4546"/>
    <w:rsid w:val="007C6FA4"/>
    <w:rsid w:val="007D6E56"/>
    <w:rsid w:val="007E6334"/>
    <w:rsid w:val="007F4155"/>
    <w:rsid w:val="00804579"/>
    <w:rsid w:val="008078CD"/>
    <w:rsid w:val="0081554D"/>
    <w:rsid w:val="00816958"/>
    <w:rsid w:val="0081707E"/>
    <w:rsid w:val="0083334B"/>
    <w:rsid w:val="008449B3"/>
    <w:rsid w:val="00853CDA"/>
    <w:rsid w:val="00854144"/>
    <w:rsid w:val="008552A2"/>
    <w:rsid w:val="0085747A"/>
    <w:rsid w:val="00881ABD"/>
    <w:rsid w:val="00884922"/>
    <w:rsid w:val="00885F64"/>
    <w:rsid w:val="008917F9"/>
    <w:rsid w:val="008932FF"/>
    <w:rsid w:val="00895219"/>
    <w:rsid w:val="008A45F7"/>
    <w:rsid w:val="008C0CC0"/>
    <w:rsid w:val="008C10BE"/>
    <w:rsid w:val="008C19A9"/>
    <w:rsid w:val="008C379D"/>
    <w:rsid w:val="008C507D"/>
    <w:rsid w:val="008C5147"/>
    <w:rsid w:val="008C5359"/>
    <w:rsid w:val="008C5363"/>
    <w:rsid w:val="008C5476"/>
    <w:rsid w:val="008D17B5"/>
    <w:rsid w:val="008D3742"/>
    <w:rsid w:val="008D3DFB"/>
    <w:rsid w:val="008D50AC"/>
    <w:rsid w:val="008E64F4"/>
    <w:rsid w:val="008E6857"/>
    <w:rsid w:val="008F12C9"/>
    <w:rsid w:val="008F39DC"/>
    <w:rsid w:val="008F6E29"/>
    <w:rsid w:val="009066D9"/>
    <w:rsid w:val="00916188"/>
    <w:rsid w:val="00921EA4"/>
    <w:rsid w:val="00923D7D"/>
    <w:rsid w:val="00924C38"/>
    <w:rsid w:val="009301FD"/>
    <w:rsid w:val="009309BC"/>
    <w:rsid w:val="009508DF"/>
    <w:rsid w:val="00950DAC"/>
    <w:rsid w:val="0095228F"/>
    <w:rsid w:val="00954A07"/>
    <w:rsid w:val="00972C96"/>
    <w:rsid w:val="00997F14"/>
    <w:rsid w:val="00997F9A"/>
    <w:rsid w:val="009A78D9"/>
    <w:rsid w:val="009A7B1C"/>
    <w:rsid w:val="009C0FFC"/>
    <w:rsid w:val="009C3E31"/>
    <w:rsid w:val="009C54AE"/>
    <w:rsid w:val="009C59AC"/>
    <w:rsid w:val="009C788E"/>
    <w:rsid w:val="009D1DBA"/>
    <w:rsid w:val="009D3F3B"/>
    <w:rsid w:val="009E0543"/>
    <w:rsid w:val="009E1531"/>
    <w:rsid w:val="009E3B41"/>
    <w:rsid w:val="009F29DD"/>
    <w:rsid w:val="009F3C5C"/>
    <w:rsid w:val="009F4610"/>
    <w:rsid w:val="009F7F6B"/>
    <w:rsid w:val="00A00ECC"/>
    <w:rsid w:val="00A0649B"/>
    <w:rsid w:val="00A07927"/>
    <w:rsid w:val="00A140FD"/>
    <w:rsid w:val="00A155EE"/>
    <w:rsid w:val="00A2245B"/>
    <w:rsid w:val="00A24E0B"/>
    <w:rsid w:val="00A30110"/>
    <w:rsid w:val="00A36899"/>
    <w:rsid w:val="00A371F6"/>
    <w:rsid w:val="00A37DB8"/>
    <w:rsid w:val="00A41756"/>
    <w:rsid w:val="00A43BF6"/>
    <w:rsid w:val="00A5146A"/>
    <w:rsid w:val="00A53ADF"/>
    <w:rsid w:val="00A53FA5"/>
    <w:rsid w:val="00A54135"/>
    <w:rsid w:val="00A54817"/>
    <w:rsid w:val="00A54C9C"/>
    <w:rsid w:val="00A56C7D"/>
    <w:rsid w:val="00A601C8"/>
    <w:rsid w:val="00A60799"/>
    <w:rsid w:val="00A63301"/>
    <w:rsid w:val="00A64FC7"/>
    <w:rsid w:val="00A67744"/>
    <w:rsid w:val="00A75E25"/>
    <w:rsid w:val="00A76C16"/>
    <w:rsid w:val="00A811BB"/>
    <w:rsid w:val="00A84C85"/>
    <w:rsid w:val="00A97DE1"/>
    <w:rsid w:val="00AA20BA"/>
    <w:rsid w:val="00AA5F0E"/>
    <w:rsid w:val="00AA607E"/>
    <w:rsid w:val="00AA6A2A"/>
    <w:rsid w:val="00AA6E07"/>
    <w:rsid w:val="00AB053C"/>
    <w:rsid w:val="00AB1B25"/>
    <w:rsid w:val="00AC0D27"/>
    <w:rsid w:val="00AC4FB5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AF75FB"/>
    <w:rsid w:val="00B016C6"/>
    <w:rsid w:val="00B06142"/>
    <w:rsid w:val="00B135B1"/>
    <w:rsid w:val="00B13EAC"/>
    <w:rsid w:val="00B148BA"/>
    <w:rsid w:val="00B3130B"/>
    <w:rsid w:val="00B32405"/>
    <w:rsid w:val="00B40ADB"/>
    <w:rsid w:val="00B4221C"/>
    <w:rsid w:val="00B43051"/>
    <w:rsid w:val="00B43B77"/>
    <w:rsid w:val="00B43E80"/>
    <w:rsid w:val="00B52F26"/>
    <w:rsid w:val="00B603C5"/>
    <w:rsid w:val="00B607DB"/>
    <w:rsid w:val="00B632DB"/>
    <w:rsid w:val="00B66529"/>
    <w:rsid w:val="00B6714B"/>
    <w:rsid w:val="00B67C4A"/>
    <w:rsid w:val="00B74966"/>
    <w:rsid w:val="00B7518E"/>
    <w:rsid w:val="00B75946"/>
    <w:rsid w:val="00B8056E"/>
    <w:rsid w:val="00B819C8"/>
    <w:rsid w:val="00B82308"/>
    <w:rsid w:val="00B90885"/>
    <w:rsid w:val="00B9587A"/>
    <w:rsid w:val="00BA2856"/>
    <w:rsid w:val="00BB520A"/>
    <w:rsid w:val="00BC11C3"/>
    <w:rsid w:val="00BD1D9C"/>
    <w:rsid w:val="00BD3869"/>
    <w:rsid w:val="00BD66E9"/>
    <w:rsid w:val="00BD6FF4"/>
    <w:rsid w:val="00BD73BB"/>
    <w:rsid w:val="00BF1FF1"/>
    <w:rsid w:val="00BF2C41"/>
    <w:rsid w:val="00C03EEA"/>
    <w:rsid w:val="00C049B2"/>
    <w:rsid w:val="00C058B4"/>
    <w:rsid w:val="00C05F44"/>
    <w:rsid w:val="00C131B5"/>
    <w:rsid w:val="00C14C4F"/>
    <w:rsid w:val="00C16ABF"/>
    <w:rsid w:val="00C170AE"/>
    <w:rsid w:val="00C17195"/>
    <w:rsid w:val="00C2018D"/>
    <w:rsid w:val="00C26CB7"/>
    <w:rsid w:val="00C324C1"/>
    <w:rsid w:val="00C3250E"/>
    <w:rsid w:val="00C36992"/>
    <w:rsid w:val="00C373B5"/>
    <w:rsid w:val="00C543DE"/>
    <w:rsid w:val="00C56036"/>
    <w:rsid w:val="00C61DC5"/>
    <w:rsid w:val="00C62040"/>
    <w:rsid w:val="00C67E92"/>
    <w:rsid w:val="00C70A26"/>
    <w:rsid w:val="00C70C0C"/>
    <w:rsid w:val="00C734C3"/>
    <w:rsid w:val="00C766DF"/>
    <w:rsid w:val="00C81D15"/>
    <w:rsid w:val="00C94B98"/>
    <w:rsid w:val="00CA2B96"/>
    <w:rsid w:val="00CA5089"/>
    <w:rsid w:val="00CA52DE"/>
    <w:rsid w:val="00CA56E5"/>
    <w:rsid w:val="00CB4937"/>
    <w:rsid w:val="00CC2B84"/>
    <w:rsid w:val="00CC3502"/>
    <w:rsid w:val="00CD5033"/>
    <w:rsid w:val="00CD6897"/>
    <w:rsid w:val="00CD6B4C"/>
    <w:rsid w:val="00CE2D7F"/>
    <w:rsid w:val="00CE2EB5"/>
    <w:rsid w:val="00CE5BAC"/>
    <w:rsid w:val="00CF25BE"/>
    <w:rsid w:val="00CF78ED"/>
    <w:rsid w:val="00D02B25"/>
    <w:rsid w:val="00D02EBA"/>
    <w:rsid w:val="00D12D0A"/>
    <w:rsid w:val="00D17C3C"/>
    <w:rsid w:val="00D20863"/>
    <w:rsid w:val="00D23809"/>
    <w:rsid w:val="00D26B2C"/>
    <w:rsid w:val="00D32C52"/>
    <w:rsid w:val="00D352C9"/>
    <w:rsid w:val="00D40DA4"/>
    <w:rsid w:val="00D425B2"/>
    <w:rsid w:val="00D428D6"/>
    <w:rsid w:val="00D533A1"/>
    <w:rsid w:val="00D552B2"/>
    <w:rsid w:val="00D560DC"/>
    <w:rsid w:val="00D608D1"/>
    <w:rsid w:val="00D74119"/>
    <w:rsid w:val="00D8075B"/>
    <w:rsid w:val="00D8678B"/>
    <w:rsid w:val="00DA121B"/>
    <w:rsid w:val="00DA2114"/>
    <w:rsid w:val="00DB3479"/>
    <w:rsid w:val="00DB6B5B"/>
    <w:rsid w:val="00DC6E20"/>
    <w:rsid w:val="00DD324A"/>
    <w:rsid w:val="00DD4696"/>
    <w:rsid w:val="00DE09C0"/>
    <w:rsid w:val="00DE43C3"/>
    <w:rsid w:val="00DE4A14"/>
    <w:rsid w:val="00DF320D"/>
    <w:rsid w:val="00DF71C8"/>
    <w:rsid w:val="00E002D6"/>
    <w:rsid w:val="00E100B4"/>
    <w:rsid w:val="00E129B8"/>
    <w:rsid w:val="00E207C2"/>
    <w:rsid w:val="00E21E7D"/>
    <w:rsid w:val="00E22FBC"/>
    <w:rsid w:val="00E24BF5"/>
    <w:rsid w:val="00E25338"/>
    <w:rsid w:val="00E320B3"/>
    <w:rsid w:val="00E40119"/>
    <w:rsid w:val="00E51E44"/>
    <w:rsid w:val="00E55EE3"/>
    <w:rsid w:val="00E63348"/>
    <w:rsid w:val="00E742AA"/>
    <w:rsid w:val="00E7454D"/>
    <w:rsid w:val="00E75102"/>
    <w:rsid w:val="00E77607"/>
    <w:rsid w:val="00E77E88"/>
    <w:rsid w:val="00E80636"/>
    <w:rsid w:val="00E8107D"/>
    <w:rsid w:val="00E832D7"/>
    <w:rsid w:val="00E84479"/>
    <w:rsid w:val="00E85429"/>
    <w:rsid w:val="00E87CE6"/>
    <w:rsid w:val="00E960BB"/>
    <w:rsid w:val="00EA2074"/>
    <w:rsid w:val="00EA2095"/>
    <w:rsid w:val="00EA477A"/>
    <w:rsid w:val="00EA4832"/>
    <w:rsid w:val="00EA4E9D"/>
    <w:rsid w:val="00EA6E86"/>
    <w:rsid w:val="00EA7F69"/>
    <w:rsid w:val="00EC4899"/>
    <w:rsid w:val="00ED03AB"/>
    <w:rsid w:val="00ED1085"/>
    <w:rsid w:val="00ED32D2"/>
    <w:rsid w:val="00ED334C"/>
    <w:rsid w:val="00EE32DE"/>
    <w:rsid w:val="00EE5457"/>
    <w:rsid w:val="00EF009B"/>
    <w:rsid w:val="00F0303A"/>
    <w:rsid w:val="00F0368B"/>
    <w:rsid w:val="00F070AB"/>
    <w:rsid w:val="00F17567"/>
    <w:rsid w:val="00F26BE3"/>
    <w:rsid w:val="00F27A7B"/>
    <w:rsid w:val="00F4644F"/>
    <w:rsid w:val="00F526AF"/>
    <w:rsid w:val="00F55C5D"/>
    <w:rsid w:val="00F617C3"/>
    <w:rsid w:val="00F7066B"/>
    <w:rsid w:val="00F74639"/>
    <w:rsid w:val="00F81D8A"/>
    <w:rsid w:val="00F83B28"/>
    <w:rsid w:val="00F86ADE"/>
    <w:rsid w:val="00F877AB"/>
    <w:rsid w:val="00F878CF"/>
    <w:rsid w:val="00F9155C"/>
    <w:rsid w:val="00F974DA"/>
    <w:rsid w:val="00FA2C52"/>
    <w:rsid w:val="00FA46E5"/>
    <w:rsid w:val="00FB19E1"/>
    <w:rsid w:val="00FB7DBA"/>
    <w:rsid w:val="00FC1C25"/>
    <w:rsid w:val="00FC3F45"/>
    <w:rsid w:val="00FC5D7C"/>
    <w:rsid w:val="00FD1D5E"/>
    <w:rsid w:val="00FD503F"/>
    <w:rsid w:val="00FD70F1"/>
    <w:rsid w:val="00FD7589"/>
    <w:rsid w:val="00FD7ECB"/>
    <w:rsid w:val="00FF016A"/>
    <w:rsid w:val="00FF1401"/>
    <w:rsid w:val="00FF5E7D"/>
    <w:rsid w:val="02C006BC"/>
    <w:rsid w:val="03BE79DF"/>
    <w:rsid w:val="12106144"/>
    <w:rsid w:val="1868F9C4"/>
    <w:rsid w:val="189EAF0E"/>
    <w:rsid w:val="19069552"/>
    <w:rsid w:val="1B4F3B45"/>
    <w:rsid w:val="21B5D1A9"/>
    <w:rsid w:val="298E3A5B"/>
    <w:rsid w:val="2CFD9869"/>
    <w:rsid w:val="2E9D272E"/>
    <w:rsid w:val="2FDC1B2C"/>
    <w:rsid w:val="2FF2F5B5"/>
    <w:rsid w:val="36C3E48A"/>
    <w:rsid w:val="37FE079A"/>
    <w:rsid w:val="3CB85060"/>
    <w:rsid w:val="3CD0B4F4"/>
    <w:rsid w:val="3E5420C1"/>
    <w:rsid w:val="3E83CC02"/>
    <w:rsid w:val="3F28F751"/>
    <w:rsid w:val="418BC183"/>
    <w:rsid w:val="44268AE1"/>
    <w:rsid w:val="4BC33370"/>
    <w:rsid w:val="503AA341"/>
    <w:rsid w:val="50D274AC"/>
    <w:rsid w:val="5493423B"/>
    <w:rsid w:val="5661683E"/>
    <w:rsid w:val="5938F08C"/>
    <w:rsid w:val="5999042A"/>
    <w:rsid w:val="59B4E4B8"/>
    <w:rsid w:val="5EA181E7"/>
    <w:rsid w:val="5FAD1B96"/>
    <w:rsid w:val="6310EC77"/>
    <w:rsid w:val="6410C227"/>
    <w:rsid w:val="6B35246D"/>
    <w:rsid w:val="6B599BC6"/>
    <w:rsid w:val="6D09B779"/>
    <w:rsid w:val="6DDD43DA"/>
    <w:rsid w:val="70B9A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E0434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70C0C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C70C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E82FE-CB52-4D65-9120-AB0B8798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1265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16</cp:revision>
  <cp:lastPrinted>2025-10-16T09:57:00Z</cp:lastPrinted>
  <dcterms:created xsi:type="dcterms:W3CDTF">2023-09-11T14:56:00Z</dcterms:created>
  <dcterms:modified xsi:type="dcterms:W3CDTF">2025-10-16T09:58:00Z</dcterms:modified>
</cp:coreProperties>
</file>